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B6D75A" w14:textId="77777777" w:rsidR="00411592" w:rsidRDefault="00411592" w:rsidP="00411592">
      <w:pPr>
        <w:spacing w:line="276" w:lineRule="auto"/>
      </w:pPr>
      <w:r>
        <w:t>Name: ______________________________</w:t>
      </w:r>
      <w:r>
        <w:tab/>
      </w:r>
      <w:r>
        <w:tab/>
        <w:t>Period: __________</w:t>
      </w:r>
      <w:r>
        <w:tab/>
      </w:r>
      <w:r>
        <w:tab/>
        <w:t>Date: _____________</w:t>
      </w:r>
    </w:p>
    <w:p w14:paraId="75703F54" w14:textId="77777777" w:rsidR="00411592" w:rsidRDefault="00411592" w:rsidP="00411592">
      <w:pPr>
        <w:spacing w:line="276" w:lineRule="auto"/>
      </w:pPr>
    </w:p>
    <w:p w14:paraId="6E3A7D16" w14:textId="6A549C4D" w:rsidR="00411592" w:rsidRPr="00411592" w:rsidRDefault="00411B2E" w:rsidP="00411592">
      <w:pPr>
        <w:spacing w:line="276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Honors Chemistry </w:t>
      </w:r>
      <w:r w:rsidR="00AB161C">
        <w:rPr>
          <w:b/>
          <w:sz w:val="44"/>
          <w:szCs w:val="44"/>
        </w:rPr>
        <w:t>Periodic Table Webquest</w:t>
      </w:r>
    </w:p>
    <w:p w14:paraId="54DDB3B2" w14:textId="77777777" w:rsidR="00AC077B" w:rsidRDefault="00AC077B" w:rsidP="003B3FBA">
      <w:pPr>
        <w:rPr>
          <w:rFonts w:ascii="Calibri" w:hAnsi="Calibri"/>
        </w:rPr>
      </w:pPr>
    </w:p>
    <w:p w14:paraId="5843937F" w14:textId="77777777" w:rsidR="00AC077B" w:rsidRDefault="003B3FBA" w:rsidP="003B3FBA">
      <w:pPr>
        <w:rPr>
          <w:rFonts w:ascii="Calibri" w:hAnsi="Calibri"/>
        </w:rPr>
      </w:pPr>
      <w:r w:rsidRPr="003B3FBA">
        <w:rPr>
          <w:rFonts w:ascii="Calibri" w:hAnsi="Calibri"/>
        </w:rPr>
        <w:t xml:space="preserve">Part I: </w:t>
      </w:r>
      <w:r w:rsidRPr="003B3FBA">
        <w:rPr>
          <w:rFonts w:ascii="Calibri" w:hAnsi="Calibri"/>
          <w:b/>
        </w:rPr>
        <w:t>“Major Players”</w:t>
      </w:r>
    </w:p>
    <w:p w14:paraId="337E5531" w14:textId="77777777" w:rsidR="003B3FBA" w:rsidRPr="00AC077B" w:rsidRDefault="003B3FBA" w:rsidP="003B3FBA">
      <w:pPr>
        <w:rPr>
          <w:rStyle w:val="Hyperlink"/>
          <w:rFonts w:ascii="Calibri" w:hAnsi="Calibri"/>
          <w:color w:val="auto"/>
          <w:u w:val="none"/>
        </w:rPr>
      </w:pPr>
      <w:r w:rsidRPr="003B3FBA">
        <w:rPr>
          <w:rFonts w:ascii="Calibri" w:hAnsi="Calibri"/>
        </w:rPr>
        <w:t xml:space="preserve">Go to </w:t>
      </w:r>
      <w:r w:rsidRPr="003B3FBA">
        <w:rPr>
          <w:rFonts w:ascii="Calibri" w:hAnsi="Calibri"/>
        </w:rPr>
        <w:fldChar w:fldCharType="begin"/>
      </w:r>
      <w:r w:rsidRPr="003B3FBA">
        <w:rPr>
          <w:rFonts w:ascii="Calibri" w:hAnsi="Calibri"/>
        </w:rPr>
        <w:instrText xml:space="preserve"> HYPERLINK "http://allperiodictables.com/ClientPages/AAEpages/aaeHistory.html" </w:instrText>
      </w:r>
      <w:r w:rsidRPr="003B3FBA">
        <w:rPr>
          <w:rFonts w:ascii="Calibri" w:hAnsi="Calibri"/>
        </w:rPr>
      </w:r>
      <w:r w:rsidRPr="003B3FBA">
        <w:rPr>
          <w:rFonts w:ascii="Calibri" w:hAnsi="Calibri"/>
        </w:rPr>
        <w:fldChar w:fldCharType="separate"/>
      </w:r>
      <w:r w:rsidRPr="003B3FBA">
        <w:rPr>
          <w:rStyle w:val="Hyperlink"/>
          <w:rFonts w:ascii="Calibri" w:hAnsi="Calibri"/>
        </w:rPr>
        <w:t>http://allperiodictables.com/ClientPages/AAEpages/aaeHistory.html</w:t>
      </w:r>
    </w:p>
    <w:p w14:paraId="1096FB6A" w14:textId="77777777" w:rsidR="003B3FBA" w:rsidRPr="003B3FBA" w:rsidRDefault="003B3FBA" w:rsidP="003B3FBA">
      <w:pPr>
        <w:rPr>
          <w:rFonts w:ascii="Calibri" w:hAnsi="Calibri"/>
        </w:rPr>
      </w:pPr>
      <w:r w:rsidRPr="003B3FBA">
        <w:rPr>
          <w:rFonts w:ascii="Calibri" w:hAnsi="Calibri"/>
        </w:rPr>
        <w:fldChar w:fldCharType="end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1"/>
        <w:gridCol w:w="8189"/>
      </w:tblGrid>
      <w:tr w:rsidR="003B3FBA" w:rsidRPr="003B3FBA" w14:paraId="3E7399F2" w14:textId="77777777" w:rsidTr="003B3FBA">
        <w:tc>
          <w:tcPr>
            <w:tcW w:w="934" w:type="pct"/>
          </w:tcPr>
          <w:p w14:paraId="0B37D758" w14:textId="77777777" w:rsidR="003B3FBA" w:rsidRPr="003B3FBA" w:rsidRDefault="003B3FBA" w:rsidP="006244E3">
            <w:pPr>
              <w:rPr>
                <w:rFonts w:ascii="Calibri" w:hAnsi="Calibri"/>
              </w:rPr>
            </w:pPr>
            <w:r w:rsidRPr="003B3FBA">
              <w:rPr>
                <w:rFonts w:ascii="Calibri" w:hAnsi="Calibri"/>
              </w:rPr>
              <w:t>Scientist</w:t>
            </w:r>
          </w:p>
        </w:tc>
        <w:tc>
          <w:tcPr>
            <w:tcW w:w="4066" w:type="pct"/>
          </w:tcPr>
          <w:p w14:paraId="784D0988" w14:textId="77777777" w:rsidR="003B3FBA" w:rsidRPr="003B3FBA" w:rsidRDefault="003B3FBA" w:rsidP="006244E3">
            <w:pPr>
              <w:rPr>
                <w:rFonts w:ascii="Calibri" w:hAnsi="Calibri"/>
              </w:rPr>
            </w:pPr>
            <w:r w:rsidRPr="003B3FBA">
              <w:rPr>
                <w:rFonts w:ascii="Calibri" w:hAnsi="Calibri"/>
              </w:rPr>
              <w:t>Contribution to the development of the periodic table</w:t>
            </w:r>
          </w:p>
        </w:tc>
      </w:tr>
      <w:tr w:rsidR="003B3FBA" w:rsidRPr="003B3FBA" w14:paraId="151C1AC3" w14:textId="77777777" w:rsidTr="003B3FBA">
        <w:trPr>
          <w:trHeight w:val="530"/>
        </w:trPr>
        <w:tc>
          <w:tcPr>
            <w:tcW w:w="934" w:type="pct"/>
          </w:tcPr>
          <w:p w14:paraId="73E5B659" w14:textId="77777777" w:rsidR="003B3FBA" w:rsidRPr="003B3FBA" w:rsidRDefault="003B3FBA" w:rsidP="006244E3">
            <w:pPr>
              <w:rPr>
                <w:rFonts w:ascii="Calibri" w:hAnsi="Calibri"/>
                <w:color w:val="0000FF"/>
              </w:rPr>
            </w:pPr>
            <w:r w:rsidRPr="003B3FBA">
              <w:rPr>
                <w:rFonts w:ascii="Calibri" w:hAnsi="Calibri"/>
                <w:color w:val="0000FF"/>
              </w:rPr>
              <w:t>Greek thinkers</w:t>
            </w:r>
          </w:p>
        </w:tc>
        <w:tc>
          <w:tcPr>
            <w:tcW w:w="4066" w:type="pct"/>
          </w:tcPr>
          <w:p w14:paraId="4E916194" w14:textId="77777777" w:rsidR="003B3FBA" w:rsidRPr="003B3FBA" w:rsidRDefault="003B3FBA" w:rsidP="006244E3">
            <w:pPr>
              <w:rPr>
                <w:rFonts w:ascii="Calibri" w:hAnsi="Calibri"/>
              </w:rPr>
            </w:pPr>
          </w:p>
          <w:p w14:paraId="3A593E50" w14:textId="77777777" w:rsidR="003B3FBA" w:rsidRPr="003B3FBA" w:rsidRDefault="003B3FBA" w:rsidP="006244E3">
            <w:pPr>
              <w:rPr>
                <w:rFonts w:ascii="Calibri" w:hAnsi="Calibri"/>
              </w:rPr>
            </w:pPr>
          </w:p>
          <w:p w14:paraId="0CB84AD9" w14:textId="77777777" w:rsidR="003B3FBA" w:rsidRPr="003B3FBA" w:rsidRDefault="003B3FBA" w:rsidP="006244E3">
            <w:pPr>
              <w:rPr>
                <w:rFonts w:ascii="Calibri" w:hAnsi="Calibri"/>
              </w:rPr>
            </w:pPr>
          </w:p>
        </w:tc>
      </w:tr>
      <w:tr w:rsidR="003B3FBA" w:rsidRPr="003B3FBA" w14:paraId="1D104F79" w14:textId="77777777" w:rsidTr="003B3FBA">
        <w:trPr>
          <w:trHeight w:val="530"/>
        </w:trPr>
        <w:tc>
          <w:tcPr>
            <w:tcW w:w="934" w:type="pct"/>
          </w:tcPr>
          <w:p w14:paraId="723B5998" w14:textId="77777777" w:rsidR="003B3FBA" w:rsidRPr="003B3FBA" w:rsidRDefault="003B3FBA" w:rsidP="006244E3">
            <w:pPr>
              <w:rPr>
                <w:rFonts w:ascii="Calibri" w:hAnsi="Calibri"/>
                <w:color w:val="0000FF"/>
              </w:rPr>
            </w:pPr>
            <w:r w:rsidRPr="003B3FBA">
              <w:rPr>
                <w:rFonts w:ascii="Calibri" w:hAnsi="Calibri"/>
                <w:color w:val="0000FF"/>
              </w:rPr>
              <w:t>Lavoisier</w:t>
            </w:r>
          </w:p>
        </w:tc>
        <w:tc>
          <w:tcPr>
            <w:tcW w:w="4066" w:type="pct"/>
          </w:tcPr>
          <w:p w14:paraId="69E9033E" w14:textId="77777777" w:rsidR="003B3FBA" w:rsidRPr="003B3FBA" w:rsidRDefault="003B3FBA" w:rsidP="006244E3">
            <w:pPr>
              <w:rPr>
                <w:rFonts w:ascii="Calibri" w:hAnsi="Calibri"/>
              </w:rPr>
            </w:pPr>
          </w:p>
          <w:p w14:paraId="2B2E5870" w14:textId="77777777" w:rsidR="003B3FBA" w:rsidRPr="003B3FBA" w:rsidRDefault="003B3FBA" w:rsidP="006244E3">
            <w:pPr>
              <w:rPr>
                <w:rFonts w:ascii="Calibri" w:hAnsi="Calibri"/>
              </w:rPr>
            </w:pPr>
          </w:p>
          <w:p w14:paraId="2C037E48" w14:textId="77777777" w:rsidR="003B3FBA" w:rsidRPr="003B3FBA" w:rsidRDefault="003B3FBA" w:rsidP="006244E3">
            <w:pPr>
              <w:rPr>
                <w:rFonts w:ascii="Calibri" w:hAnsi="Calibri"/>
              </w:rPr>
            </w:pPr>
          </w:p>
        </w:tc>
      </w:tr>
      <w:tr w:rsidR="003B3FBA" w:rsidRPr="003B3FBA" w14:paraId="004ED547" w14:textId="77777777" w:rsidTr="003B3FBA">
        <w:trPr>
          <w:trHeight w:val="530"/>
        </w:trPr>
        <w:tc>
          <w:tcPr>
            <w:tcW w:w="934" w:type="pct"/>
          </w:tcPr>
          <w:p w14:paraId="15C59B18" w14:textId="77777777" w:rsidR="003B3FBA" w:rsidRPr="003B3FBA" w:rsidRDefault="003B3FBA" w:rsidP="006244E3">
            <w:pPr>
              <w:rPr>
                <w:rFonts w:ascii="Calibri" w:hAnsi="Calibri"/>
                <w:color w:val="0000FF"/>
              </w:rPr>
            </w:pPr>
            <w:r w:rsidRPr="003B3FBA">
              <w:rPr>
                <w:rFonts w:ascii="Calibri" w:hAnsi="Calibri"/>
                <w:color w:val="0000FF"/>
              </w:rPr>
              <w:t>John Dalton</w:t>
            </w:r>
          </w:p>
        </w:tc>
        <w:tc>
          <w:tcPr>
            <w:tcW w:w="4066" w:type="pct"/>
          </w:tcPr>
          <w:p w14:paraId="58DB9BCB" w14:textId="77777777" w:rsidR="003B3FBA" w:rsidRPr="003B3FBA" w:rsidRDefault="003B3FBA" w:rsidP="006244E3">
            <w:pPr>
              <w:rPr>
                <w:rFonts w:ascii="Calibri" w:hAnsi="Calibri"/>
              </w:rPr>
            </w:pPr>
            <w:r w:rsidRPr="003B3FBA">
              <w:rPr>
                <w:rFonts w:ascii="Calibri" w:hAnsi="Calibri"/>
              </w:rPr>
              <w:t xml:space="preserve">         </w:t>
            </w:r>
          </w:p>
          <w:p w14:paraId="7BF49DCC" w14:textId="77777777" w:rsidR="003B3FBA" w:rsidRPr="003B3FBA" w:rsidRDefault="003B3FBA" w:rsidP="006244E3">
            <w:pPr>
              <w:rPr>
                <w:rFonts w:ascii="Calibri" w:hAnsi="Calibri"/>
              </w:rPr>
            </w:pPr>
          </w:p>
          <w:p w14:paraId="7256A041" w14:textId="77777777" w:rsidR="003B3FBA" w:rsidRPr="003B3FBA" w:rsidRDefault="003B3FBA" w:rsidP="006244E3">
            <w:pPr>
              <w:rPr>
                <w:rFonts w:ascii="Calibri" w:hAnsi="Calibri"/>
              </w:rPr>
            </w:pPr>
            <w:r w:rsidRPr="003B3FBA">
              <w:rPr>
                <w:rFonts w:ascii="Calibri" w:hAnsi="Calibri"/>
              </w:rPr>
              <w:t xml:space="preserve">                    </w:t>
            </w:r>
          </w:p>
        </w:tc>
      </w:tr>
      <w:tr w:rsidR="003B3FBA" w:rsidRPr="003B3FBA" w14:paraId="64394288" w14:textId="77777777" w:rsidTr="003B3FBA">
        <w:trPr>
          <w:trHeight w:val="530"/>
        </w:trPr>
        <w:tc>
          <w:tcPr>
            <w:tcW w:w="934" w:type="pct"/>
          </w:tcPr>
          <w:p w14:paraId="6B58BB6A" w14:textId="77777777" w:rsidR="003B3FBA" w:rsidRPr="003B3FBA" w:rsidRDefault="00AC077B" w:rsidP="006244E3">
            <w:pPr>
              <w:rPr>
                <w:rFonts w:ascii="Calibri" w:hAnsi="Calibri"/>
                <w:color w:val="0000FF"/>
              </w:rPr>
            </w:pPr>
            <w:r>
              <w:rPr>
                <w:rFonts w:ascii="Calibri" w:hAnsi="Calibri"/>
                <w:color w:val="0000FF"/>
              </w:rPr>
              <w:t>Mendele</w:t>
            </w:r>
            <w:r w:rsidR="003B3FBA" w:rsidRPr="003B3FBA">
              <w:rPr>
                <w:rFonts w:ascii="Calibri" w:hAnsi="Calibri"/>
                <w:color w:val="0000FF"/>
              </w:rPr>
              <w:t>ev</w:t>
            </w:r>
          </w:p>
        </w:tc>
        <w:tc>
          <w:tcPr>
            <w:tcW w:w="4066" w:type="pct"/>
          </w:tcPr>
          <w:p w14:paraId="461ABB4F" w14:textId="77777777" w:rsidR="003B3FBA" w:rsidRPr="003B3FBA" w:rsidRDefault="003B3FBA" w:rsidP="006244E3">
            <w:pPr>
              <w:rPr>
                <w:rFonts w:ascii="Calibri" w:hAnsi="Calibri"/>
              </w:rPr>
            </w:pPr>
          </w:p>
          <w:p w14:paraId="0A9099D9" w14:textId="77777777" w:rsidR="003B3FBA" w:rsidRPr="003B3FBA" w:rsidRDefault="003B3FBA" w:rsidP="006244E3">
            <w:pPr>
              <w:rPr>
                <w:rFonts w:ascii="Calibri" w:hAnsi="Calibri"/>
              </w:rPr>
            </w:pPr>
          </w:p>
          <w:p w14:paraId="686ACCA2" w14:textId="77777777" w:rsidR="003B3FBA" w:rsidRPr="003B3FBA" w:rsidRDefault="003B3FBA" w:rsidP="006244E3">
            <w:pPr>
              <w:rPr>
                <w:rFonts w:ascii="Calibri" w:hAnsi="Calibri"/>
              </w:rPr>
            </w:pPr>
          </w:p>
        </w:tc>
      </w:tr>
      <w:tr w:rsidR="00AC077B" w:rsidRPr="003B3FBA" w14:paraId="6F618391" w14:textId="77777777" w:rsidTr="003B3FBA">
        <w:trPr>
          <w:trHeight w:val="530"/>
        </w:trPr>
        <w:tc>
          <w:tcPr>
            <w:tcW w:w="934" w:type="pct"/>
          </w:tcPr>
          <w:p w14:paraId="03BA59E4" w14:textId="77777777" w:rsidR="00AC077B" w:rsidRDefault="00AC077B" w:rsidP="006244E3">
            <w:pPr>
              <w:rPr>
                <w:rFonts w:ascii="Calibri" w:hAnsi="Calibri"/>
                <w:color w:val="0000FF"/>
              </w:rPr>
            </w:pPr>
            <w:r>
              <w:rPr>
                <w:rFonts w:ascii="Calibri" w:hAnsi="Calibri"/>
                <w:color w:val="0000FF"/>
              </w:rPr>
              <w:t>Ramsey</w:t>
            </w:r>
          </w:p>
        </w:tc>
        <w:tc>
          <w:tcPr>
            <w:tcW w:w="4066" w:type="pct"/>
          </w:tcPr>
          <w:p w14:paraId="1F172452" w14:textId="77777777" w:rsidR="00AC077B" w:rsidRDefault="00AC077B" w:rsidP="006244E3">
            <w:pPr>
              <w:rPr>
                <w:rFonts w:ascii="Calibri" w:hAnsi="Calibri"/>
              </w:rPr>
            </w:pPr>
          </w:p>
          <w:p w14:paraId="55D922DF" w14:textId="77777777" w:rsidR="00AC077B" w:rsidRDefault="00AC077B" w:rsidP="006244E3">
            <w:pPr>
              <w:rPr>
                <w:rFonts w:ascii="Calibri" w:hAnsi="Calibri"/>
              </w:rPr>
            </w:pPr>
          </w:p>
          <w:p w14:paraId="061BB0FD" w14:textId="77777777" w:rsidR="00AC077B" w:rsidRPr="003B3FBA" w:rsidRDefault="00AC077B" w:rsidP="006244E3">
            <w:pPr>
              <w:rPr>
                <w:rFonts w:ascii="Calibri" w:hAnsi="Calibri"/>
              </w:rPr>
            </w:pPr>
          </w:p>
        </w:tc>
      </w:tr>
      <w:tr w:rsidR="003B3FBA" w:rsidRPr="003B3FBA" w14:paraId="51C2A11E" w14:textId="77777777" w:rsidTr="003B3FBA">
        <w:trPr>
          <w:trHeight w:val="458"/>
        </w:trPr>
        <w:tc>
          <w:tcPr>
            <w:tcW w:w="934" w:type="pct"/>
          </w:tcPr>
          <w:p w14:paraId="0B015195" w14:textId="77777777" w:rsidR="003B3FBA" w:rsidRPr="003B3FBA" w:rsidRDefault="003B3FBA" w:rsidP="006244E3">
            <w:pPr>
              <w:rPr>
                <w:rFonts w:ascii="Calibri" w:hAnsi="Calibri"/>
                <w:color w:val="0000FF"/>
              </w:rPr>
            </w:pPr>
            <w:r w:rsidRPr="003B3FBA">
              <w:rPr>
                <w:rFonts w:ascii="Calibri" w:hAnsi="Calibri"/>
                <w:color w:val="0000FF"/>
              </w:rPr>
              <w:t>Moseley</w:t>
            </w:r>
          </w:p>
        </w:tc>
        <w:tc>
          <w:tcPr>
            <w:tcW w:w="4066" w:type="pct"/>
          </w:tcPr>
          <w:p w14:paraId="4CA37700" w14:textId="77777777" w:rsidR="003B3FBA" w:rsidRPr="003B3FBA" w:rsidRDefault="003B3FBA" w:rsidP="006244E3">
            <w:pPr>
              <w:rPr>
                <w:rFonts w:ascii="Calibri" w:hAnsi="Calibri"/>
              </w:rPr>
            </w:pPr>
          </w:p>
          <w:p w14:paraId="36192BD8" w14:textId="77777777" w:rsidR="003B3FBA" w:rsidRPr="003B3FBA" w:rsidRDefault="003B3FBA" w:rsidP="006244E3">
            <w:pPr>
              <w:rPr>
                <w:rFonts w:ascii="Calibri" w:hAnsi="Calibri"/>
              </w:rPr>
            </w:pPr>
          </w:p>
          <w:p w14:paraId="7EB3C612" w14:textId="77777777" w:rsidR="003B3FBA" w:rsidRPr="003B3FBA" w:rsidRDefault="003B3FBA" w:rsidP="006244E3">
            <w:pPr>
              <w:rPr>
                <w:rFonts w:ascii="Calibri" w:hAnsi="Calibri"/>
              </w:rPr>
            </w:pPr>
          </w:p>
        </w:tc>
      </w:tr>
      <w:tr w:rsidR="003B3FBA" w:rsidRPr="003B3FBA" w14:paraId="65B99B6F" w14:textId="77777777" w:rsidTr="003B3FBA">
        <w:trPr>
          <w:trHeight w:val="530"/>
        </w:trPr>
        <w:tc>
          <w:tcPr>
            <w:tcW w:w="934" w:type="pct"/>
          </w:tcPr>
          <w:p w14:paraId="32ABCA0D" w14:textId="77777777" w:rsidR="003B3FBA" w:rsidRPr="003B3FBA" w:rsidRDefault="003B3FBA" w:rsidP="006244E3">
            <w:pPr>
              <w:rPr>
                <w:rFonts w:ascii="Calibri" w:hAnsi="Calibri"/>
              </w:rPr>
            </w:pPr>
            <w:r w:rsidRPr="003B3FBA">
              <w:rPr>
                <w:rFonts w:ascii="Calibri" w:hAnsi="Calibri"/>
                <w:color w:val="0000FF"/>
              </w:rPr>
              <w:t>Seaborg</w:t>
            </w:r>
          </w:p>
        </w:tc>
        <w:tc>
          <w:tcPr>
            <w:tcW w:w="4066" w:type="pct"/>
          </w:tcPr>
          <w:p w14:paraId="03731983" w14:textId="77777777" w:rsidR="003B3FBA" w:rsidRPr="003B3FBA" w:rsidRDefault="003B3FBA" w:rsidP="006244E3">
            <w:pPr>
              <w:rPr>
                <w:rFonts w:ascii="Calibri" w:hAnsi="Calibri"/>
              </w:rPr>
            </w:pPr>
          </w:p>
          <w:p w14:paraId="71A66052" w14:textId="77777777" w:rsidR="003B3FBA" w:rsidRPr="003B3FBA" w:rsidRDefault="003B3FBA" w:rsidP="006244E3">
            <w:pPr>
              <w:rPr>
                <w:rFonts w:ascii="Calibri" w:hAnsi="Calibri"/>
              </w:rPr>
            </w:pPr>
          </w:p>
          <w:p w14:paraId="16CA30AA" w14:textId="77777777" w:rsidR="003B3FBA" w:rsidRPr="003B3FBA" w:rsidRDefault="003B3FBA" w:rsidP="006244E3">
            <w:pPr>
              <w:rPr>
                <w:rFonts w:ascii="Calibri" w:hAnsi="Calibri"/>
              </w:rPr>
            </w:pPr>
          </w:p>
        </w:tc>
      </w:tr>
    </w:tbl>
    <w:p w14:paraId="1C8CDB93" w14:textId="77777777" w:rsidR="003B3FBA" w:rsidRPr="003B3FBA" w:rsidRDefault="003B3FBA" w:rsidP="003B3FBA">
      <w:pPr>
        <w:rPr>
          <w:rFonts w:ascii="Calibri" w:hAnsi="Calibri"/>
        </w:rPr>
      </w:pPr>
    </w:p>
    <w:p w14:paraId="4CD63DC1" w14:textId="77777777" w:rsidR="00411B2E" w:rsidRDefault="00411B2E" w:rsidP="003B3FBA">
      <w:pPr>
        <w:rPr>
          <w:rFonts w:ascii="Calibri" w:hAnsi="Calibri"/>
        </w:rPr>
      </w:pPr>
      <w:r>
        <w:rPr>
          <w:rFonts w:ascii="Calibri" w:hAnsi="Calibri"/>
        </w:rPr>
        <w:t xml:space="preserve">Part </w:t>
      </w:r>
      <w:r w:rsidR="003B3FBA" w:rsidRPr="003B3FBA">
        <w:rPr>
          <w:rFonts w:ascii="Calibri" w:hAnsi="Calibri"/>
        </w:rPr>
        <w:t xml:space="preserve">II: </w:t>
      </w:r>
      <w:r w:rsidR="003B3FBA" w:rsidRPr="003B3FBA">
        <w:rPr>
          <w:rFonts w:ascii="Calibri" w:hAnsi="Calibri"/>
          <w:b/>
        </w:rPr>
        <w:t>“Family Fun”</w:t>
      </w:r>
      <w:r w:rsidR="003B3FBA" w:rsidRPr="003B3FBA">
        <w:rPr>
          <w:rFonts w:ascii="Calibri" w:hAnsi="Calibri"/>
        </w:rPr>
        <w:t xml:space="preserve"> </w:t>
      </w:r>
    </w:p>
    <w:p w14:paraId="25A7AE25" w14:textId="520BE177" w:rsidR="003B3FBA" w:rsidRDefault="003B3FBA" w:rsidP="003B3FBA">
      <w:pPr>
        <w:rPr>
          <w:rStyle w:val="Hyperlink"/>
          <w:rFonts w:ascii="Calibri" w:hAnsi="Calibri"/>
        </w:rPr>
      </w:pPr>
      <w:r w:rsidRPr="003B3FBA">
        <w:rPr>
          <w:rFonts w:ascii="Calibri" w:hAnsi="Calibri"/>
        </w:rPr>
        <w:t xml:space="preserve">Go to </w:t>
      </w:r>
      <w:hyperlink r:id="rId5" w:history="1">
        <w:r w:rsidRPr="003B3FBA">
          <w:rPr>
            <w:rStyle w:val="Hyperlink"/>
            <w:rFonts w:ascii="Calibri" w:hAnsi="Calibri"/>
          </w:rPr>
          <w:t>http.//chemicalelements.com/</w:t>
        </w:r>
      </w:hyperlink>
    </w:p>
    <w:p w14:paraId="2CD088C6" w14:textId="77777777" w:rsidR="00AC077B" w:rsidRPr="003B3FBA" w:rsidRDefault="00AC077B" w:rsidP="003B3FBA">
      <w:pPr>
        <w:rPr>
          <w:rFonts w:ascii="Calibri" w:hAnsi="Calibri"/>
          <w:color w:val="0000FF"/>
        </w:rPr>
      </w:pPr>
    </w:p>
    <w:p w14:paraId="571BEAC5" w14:textId="77777777" w:rsidR="003B3FBA" w:rsidRDefault="003B3FBA" w:rsidP="003B3FBA">
      <w:pPr>
        <w:numPr>
          <w:ilvl w:val="0"/>
          <w:numId w:val="1"/>
        </w:numPr>
        <w:rPr>
          <w:rFonts w:ascii="Calibri" w:hAnsi="Calibri"/>
        </w:rPr>
      </w:pPr>
      <w:r w:rsidRPr="003B3FBA">
        <w:rPr>
          <w:rFonts w:ascii="Calibri" w:hAnsi="Calibri"/>
          <w:b/>
        </w:rPr>
        <w:t>Click on Alkali Metals</w:t>
      </w:r>
      <w:r w:rsidRPr="003B3FBA">
        <w:rPr>
          <w:rFonts w:ascii="Calibri" w:hAnsi="Calibri"/>
        </w:rPr>
        <w:t xml:space="preserve"> (left bar) and answer the following questions.</w:t>
      </w:r>
    </w:p>
    <w:p w14:paraId="650A7569" w14:textId="77777777" w:rsidR="00AC077B" w:rsidRPr="003B3FBA" w:rsidRDefault="00AC077B" w:rsidP="00AC077B">
      <w:pPr>
        <w:ind w:left="720"/>
        <w:rPr>
          <w:rFonts w:ascii="Calibri" w:hAnsi="Calibri"/>
        </w:rPr>
      </w:pPr>
    </w:p>
    <w:p w14:paraId="5D4721EC" w14:textId="77777777" w:rsidR="003B3FBA" w:rsidRPr="003B3FBA" w:rsidRDefault="003B3FBA" w:rsidP="003B3FBA">
      <w:pPr>
        <w:numPr>
          <w:ilvl w:val="0"/>
          <w:numId w:val="2"/>
        </w:numPr>
        <w:rPr>
          <w:rFonts w:ascii="Calibri" w:hAnsi="Calibri"/>
        </w:rPr>
      </w:pPr>
      <w:r w:rsidRPr="003B3FBA">
        <w:rPr>
          <w:rFonts w:ascii="Calibri" w:hAnsi="Calibri"/>
        </w:rPr>
        <w:t>What is the group number? __________</w:t>
      </w:r>
    </w:p>
    <w:p w14:paraId="0CED4057" w14:textId="77777777" w:rsidR="003B3FBA" w:rsidRPr="003B3FBA" w:rsidRDefault="003B3FBA" w:rsidP="003B3FBA">
      <w:pPr>
        <w:ind w:left="360"/>
        <w:rPr>
          <w:rFonts w:ascii="Calibri" w:hAnsi="Calibri"/>
        </w:rPr>
      </w:pPr>
    </w:p>
    <w:p w14:paraId="04CA08C6" w14:textId="77777777" w:rsidR="003B3FBA" w:rsidRPr="003B3FBA" w:rsidRDefault="003B3FBA" w:rsidP="003B3FBA">
      <w:pPr>
        <w:numPr>
          <w:ilvl w:val="0"/>
          <w:numId w:val="2"/>
        </w:numPr>
        <w:rPr>
          <w:rFonts w:ascii="Calibri" w:hAnsi="Calibri"/>
        </w:rPr>
      </w:pPr>
      <w:r w:rsidRPr="003B3FBA">
        <w:rPr>
          <w:rFonts w:ascii="Calibri" w:hAnsi="Calibri"/>
        </w:rPr>
        <w:t>Are these metals reactive?  __________</w:t>
      </w:r>
    </w:p>
    <w:p w14:paraId="55BF4C20" w14:textId="77777777" w:rsidR="003B3FBA" w:rsidRPr="003B3FBA" w:rsidRDefault="003B3FBA" w:rsidP="003B3FBA">
      <w:pPr>
        <w:rPr>
          <w:rFonts w:ascii="Calibri" w:hAnsi="Calibri"/>
        </w:rPr>
      </w:pPr>
    </w:p>
    <w:p w14:paraId="26D84A4F" w14:textId="77777777" w:rsidR="003B3FBA" w:rsidRPr="003B3FBA" w:rsidRDefault="003B3FBA" w:rsidP="003B3FBA">
      <w:pPr>
        <w:numPr>
          <w:ilvl w:val="0"/>
          <w:numId w:val="2"/>
        </w:numPr>
        <w:rPr>
          <w:rFonts w:ascii="Calibri" w:hAnsi="Calibri"/>
        </w:rPr>
      </w:pPr>
      <w:r w:rsidRPr="003B3FBA">
        <w:rPr>
          <w:rFonts w:ascii="Calibri" w:hAnsi="Calibri"/>
        </w:rPr>
        <w:t>Do these metals occur freely in nature? __________</w:t>
      </w:r>
    </w:p>
    <w:p w14:paraId="52A774A4" w14:textId="77777777" w:rsidR="003B3FBA" w:rsidRPr="003B3FBA" w:rsidRDefault="003B3FBA" w:rsidP="003B3FBA">
      <w:pPr>
        <w:rPr>
          <w:rFonts w:ascii="Calibri" w:hAnsi="Calibri"/>
        </w:rPr>
      </w:pPr>
    </w:p>
    <w:p w14:paraId="7D329D67" w14:textId="77777777" w:rsidR="003B3FBA" w:rsidRPr="003B3FBA" w:rsidRDefault="003B3FBA" w:rsidP="003B3FBA">
      <w:pPr>
        <w:numPr>
          <w:ilvl w:val="0"/>
          <w:numId w:val="2"/>
        </w:numPr>
        <w:rPr>
          <w:rFonts w:ascii="Calibri" w:hAnsi="Calibri"/>
        </w:rPr>
      </w:pPr>
      <w:r w:rsidRPr="003B3FBA">
        <w:rPr>
          <w:rFonts w:ascii="Calibri" w:hAnsi="Calibri"/>
        </w:rPr>
        <w:t>How many electrons are in their outer shell? ___________</w:t>
      </w:r>
    </w:p>
    <w:p w14:paraId="19CD72DA" w14:textId="77777777" w:rsidR="003B3FBA" w:rsidRPr="003B3FBA" w:rsidRDefault="003B3FBA" w:rsidP="003B3FBA">
      <w:pPr>
        <w:rPr>
          <w:rFonts w:ascii="Calibri" w:hAnsi="Calibri"/>
        </w:rPr>
      </w:pPr>
    </w:p>
    <w:p w14:paraId="79BBE78A" w14:textId="77777777" w:rsidR="003B3FBA" w:rsidRPr="003B3FBA" w:rsidRDefault="003B3FBA" w:rsidP="003B3FBA">
      <w:pPr>
        <w:numPr>
          <w:ilvl w:val="0"/>
          <w:numId w:val="2"/>
        </w:numPr>
        <w:rPr>
          <w:rFonts w:ascii="Calibri" w:hAnsi="Calibri"/>
        </w:rPr>
      </w:pPr>
      <w:r w:rsidRPr="003B3FBA">
        <w:rPr>
          <w:rFonts w:ascii="Calibri" w:hAnsi="Calibri"/>
        </w:rPr>
        <w:t>What are the three characteristics of ALL metals? ___________________</w:t>
      </w:r>
    </w:p>
    <w:p w14:paraId="38AE8AE0" w14:textId="77777777" w:rsidR="003B3FBA" w:rsidRPr="003B3FBA" w:rsidRDefault="003B3FBA" w:rsidP="003B3FBA">
      <w:pPr>
        <w:rPr>
          <w:rFonts w:ascii="Calibri" w:hAnsi="Calibri"/>
        </w:rPr>
      </w:pPr>
    </w:p>
    <w:p w14:paraId="1B128307" w14:textId="77777777" w:rsidR="003B3FBA" w:rsidRPr="003B3FBA" w:rsidRDefault="003B3FBA" w:rsidP="003B3FBA">
      <w:pPr>
        <w:numPr>
          <w:ilvl w:val="0"/>
          <w:numId w:val="2"/>
        </w:numPr>
        <w:rPr>
          <w:rFonts w:ascii="Calibri" w:hAnsi="Calibri"/>
        </w:rPr>
      </w:pPr>
      <w:r w:rsidRPr="003B3FBA">
        <w:rPr>
          <w:rFonts w:ascii="Calibri" w:hAnsi="Calibri"/>
        </w:rPr>
        <w:t>Are these metals soft or hard? ________________________</w:t>
      </w:r>
    </w:p>
    <w:p w14:paraId="30395A3E" w14:textId="77777777" w:rsidR="003B3FBA" w:rsidRPr="003B3FBA" w:rsidRDefault="003B3FBA" w:rsidP="003B3FBA">
      <w:pPr>
        <w:rPr>
          <w:rFonts w:ascii="Calibri" w:hAnsi="Calibri"/>
        </w:rPr>
      </w:pPr>
    </w:p>
    <w:p w14:paraId="2347C6EE" w14:textId="77777777" w:rsidR="003B3FBA" w:rsidRPr="003B3FBA" w:rsidRDefault="003B3FBA" w:rsidP="00411B2E">
      <w:pPr>
        <w:numPr>
          <w:ilvl w:val="0"/>
          <w:numId w:val="2"/>
        </w:numPr>
        <w:ind w:left="720"/>
        <w:rPr>
          <w:rFonts w:ascii="Calibri" w:hAnsi="Calibri"/>
        </w:rPr>
      </w:pPr>
      <w:r w:rsidRPr="003B3FBA">
        <w:rPr>
          <w:rFonts w:ascii="Calibri" w:hAnsi="Calibri"/>
        </w:rPr>
        <w:t>Name the two most reactive elements in this group?  _____________ and __________</w:t>
      </w:r>
    </w:p>
    <w:p w14:paraId="13A75A1A" w14:textId="77777777" w:rsidR="003B3FBA" w:rsidRPr="003B3FBA" w:rsidRDefault="003B3FBA" w:rsidP="00411B2E">
      <w:pPr>
        <w:ind w:left="720"/>
        <w:rPr>
          <w:rFonts w:ascii="Calibri" w:hAnsi="Calibri"/>
        </w:rPr>
      </w:pPr>
    </w:p>
    <w:p w14:paraId="16384F6B" w14:textId="77777777" w:rsidR="003B3FBA" w:rsidRPr="003B3FBA" w:rsidRDefault="003B3FBA" w:rsidP="00411B2E">
      <w:pPr>
        <w:numPr>
          <w:ilvl w:val="0"/>
          <w:numId w:val="2"/>
        </w:numPr>
        <w:ind w:left="720"/>
        <w:rPr>
          <w:rFonts w:ascii="Calibri" w:hAnsi="Calibri"/>
        </w:rPr>
      </w:pPr>
      <w:r w:rsidRPr="003B3FBA">
        <w:rPr>
          <w:rFonts w:ascii="Calibri" w:hAnsi="Calibri"/>
        </w:rPr>
        <w:t>What happens when they are exposed to water? ____________________</w:t>
      </w:r>
    </w:p>
    <w:p w14:paraId="094B89A6" w14:textId="77777777" w:rsidR="003B3FBA" w:rsidRPr="003B3FBA" w:rsidRDefault="003B3FBA" w:rsidP="003B3FBA">
      <w:pPr>
        <w:rPr>
          <w:rFonts w:ascii="Calibri" w:hAnsi="Calibri"/>
        </w:rPr>
      </w:pPr>
    </w:p>
    <w:p w14:paraId="31EC6D9D" w14:textId="77777777" w:rsidR="003B3FBA" w:rsidRPr="003B3FBA" w:rsidRDefault="003B3FBA" w:rsidP="00411B2E">
      <w:pPr>
        <w:numPr>
          <w:ilvl w:val="0"/>
          <w:numId w:val="1"/>
        </w:numPr>
        <w:ind w:left="360"/>
        <w:rPr>
          <w:rFonts w:ascii="Calibri" w:hAnsi="Calibri"/>
        </w:rPr>
      </w:pPr>
      <w:r w:rsidRPr="003B3FBA">
        <w:rPr>
          <w:rFonts w:ascii="Calibri" w:hAnsi="Calibri"/>
          <w:b/>
        </w:rPr>
        <w:t>Click on Alkaline Earth Metals</w:t>
      </w:r>
      <w:r w:rsidRPr="003B3FBA">
        <w:rPr>
          <w:rFonts w:ascii="Calibri" w:hAnsi="Calibri"/>
        </w:rPr>
        <w:t xml:space="preserve"> (left bar) and answer these questions.</w:t>
      </w:r>
    </w:p>
    <w:p w14:paraId="5635DE60" w14:textId="77777777" w:rsidR="003B3FBA" w:rsidRPr="003B3FBA" w:rsidRDefault="003B3FBA" w:rsidP="003B3FBA">
      <w:pPr>
        <w:rPr>
          <w:rFonts w:ascii="Calibri" w:hAnsi="Calibri"/>
        </w:rPr>
      </w:pPr>
    </w:p>
    <w:p w14:paraId="6BA0E782" w14:textId="77777777" w:rsidR="003B3FBA" w:rsidRPr="003B3FBA" w:rsidRDefault="003B3FBA" w:rsidP="00411B2E">
      <w:pPr>
        <w:numPr>
          <w:ilvl w:val="0"/>
          <w:numId w:val="3"/>
        </w:numPr>
        <w:rPr>
          <w:rFonts w:ascii="Calibri" w:hAnsi="Calibri"/>
        </w:rPr>
      </w:pPr>
      <w:r w:rsidRPr="003B3FBA">
        <w:rPr>
          <w:rFonts w:ascii="Calibri" w:hAnsi="Calibri"/>
        </w:rPr>
        <w:t>What is the group number? __________</w:t>
      </w:r>
    </w:p>
    <w:p w14:paraId="16DE4FE1" w14:textId="77777777" w:rsidR="003B3FBA" w:rsidRPr="003B3FBA" w:rsidRDefault="003B3FBA" w:rsidP="003B3FBA">
      <w:pPr>
        <w:rPr>
          <w:rFonts w:ascii="Calibri" w:hAnsi="Calibri"/>
        </w:rPr>
      </w:pPr>
    </w:p>
    <w:p w14:paraId="69AB22B5" w14:textId="77777777" w:rsidR="003B3FBA" w:rsidRPr="003B3FBA" w:rsidRDefault="003B3FBA" w:rsidP="003B3FBA">
      <w:pPr>
        <w:numPr>
          <w:ilvl w:val="0"/>
          <w:numId w:val="3"/>
        </w:numPr>
        <w:rPr>
          <w:rFonts w:ascii="Calibri" w:hAnsi="Calibri"/>
        </w:rPr>
      </w:pPr>
      <w:r w:rsidRPr="003B3FBA">
        <w:rPr>
          <w:rFonts w:ascii="Calibri" w:hAnsi="Calibri"/>
        </w:rPr>
        <w:t>Are these metals reactive? __________</w:t>
      </w:r>
    </w:p>
    <w:p w14:paraId="655F6DE4" w14:textId="77777777" w:rsidR="003B3FBA" w:rsidRPr="003B3FBA" w:rsidRDefault="003B3FBA" w:rsidP="003B3FBA">
      <w:pPr>
        <w:rPr>
          <w:rFonts w:ascii="Calibri" w:hAnsi="Calibri"/>
        </w:rPr>
      </w:pPr>
    </w:p>
    <w:p w14:paraId="1907B280" w14:textId="77777777" w:rsidR="003B3FBA" w:rsidRPr="003B3FBA" w:rsidRDefault="003B3FBA" w:rsidP="003B3FBA">
      <w:pPr>
        <w:numPr>
          <w:ilvl w:val="0"/>
          <w:numId w:val="3"/>
        </w:numPr>
        <w:rPr>
          <w:rFonts w:ascii="Calibri" w:hAnsi="Calibri"/>
        </w:rPr>
      </w:pPr>
      <w:r w:rsidRPr="003B3FBA">
        <w:rPr>
          <w:rFonts w:ascii="Calibri" w:hAnsi="Calibri"/>
        </w:rPr>
        <w:t>Do these metals occur freely in nature? ____________</w:t>
      </w:r>
    </w:p>
    <w:p w14:paraId="575796D7" w14:textId="77777777" w:rsidR="003B3FBA" w:rsidRPr="003B3FBA" w:rsidRDefault="003B3FBA" w:rsidP="003B3FBA">
      <w:pPr>
        <w:rPr>
          <w:rFonts w:ascii="Calibri" w:hAnsi="Calibri"/>
        </w:rPr>
      </w:pPr>
    </w:p>
    <w:p w14:paraId="564294BD" w14:textId="77777777" w:rsidR="003B3FBA" w:rsidRPr="003B3FBA" w:rsidRDefault="003B3FBA" w:rsidP="003B3FBA">
      <w:pPr>
        <w:numPr>
          <w:ilvl w:val="0"/>
          <w:numId w:val="3"/>
        </w:numPr>
        <w:rPr>
          <w:rFonts w:ascii="Calibri" w:hAnsi="Calibri"/>
        </w:rPr>
      </w:pPr>
      <w:r w:rsidRPr="003B3FBA">
        <w:rPr>
          <w:rFonts w:ascii="Calibri" w:hAnsi="Calibri"/>
        </w:rPr>
        <w:t xml:space="preserve">How many electrons are in their outer shell? _________ (Hint: It’s the same as their oxidation number or group number.) </w:t>
      </w:r>
    </w:p>
    <w:p w14:paraId="5351004F" w14:textId="77777777" w:rsidR="003B3FBA" w:rsidRPr="003B3FBA" w:rsidRDefault="003B3FBA" w:rsidP="003B3FBA">
      <w:pPr>
        <w:pStyle w:val="ListParagraph"/>
        <w:rPr>
          <w:rFonts w:ascii="Calibri" w:hAnsi="Calibri"/>
        </w:rPr>
      </w:pPr>
    </w:p>
    <w:p w14:paraId="6585B4E2" w14:textId="77777777" w:rsidR="003B3FBA" w:rsidRDefault="003B3FBA" w:rsidP="003B3FBA">
      <w:pPr>
        <w:rPr>
          <w:rStyle w:val="Hyperlink"/>
          <w:rFonts w:ascii="Calibri" w:hAnsi="Calibri"/>
        </w:rPr>
      </w:pPr>
      <w:r w:rsidRPr="003B3FBA">
        <w:rPr>
          <w:rFonts w:ascii="Calibri" w:hAnsi="Calibri"/>
        </w:rPr>
        <w:t xml:space="preserve">Watch: </w:t>
      </w:r>
      <w:hyperlink r:id="rId6" w:history="1">
        <w:r w:rsidRPr="003B3FBA">
          <w:rPr>
            <w:rStyle w:val="Hyperlink"/>
            <w:rFonts w:ascii="Calibri" w:hAnsi="Calibri"/>
          </w:rPr>
          <w:t>http://www.youtube.com/watch?v=DFQPnHkQlZM</w:t>
        </w:r>
      </w:hyperlink>
    </w:p>
    <w:p w14:paraId="5579284E" w14:textId="77777777" w:rsidR="00AC077B" w:rsidRPr="003B3FBA" w:rsidRDefault="00AC077B" w:rsidP="003B3FBA">
      <w:pPr>
        <w:rPr>
          <w:rFonts w:ascii="Calibri" w:hAnsi="Calibri"/>
        </w:rPr>
      </w:pPr>
    </w:p>
    <w:p w14:paraId="240C08E3" w14:textId="77777777" w:rsidR="003B3FBA" w:rsidRPr="003B3FBA" w:rsidRDefault="003B3FBA" w:rsidP="003B3FBA">
      <w:pPr>
        <w:ind w:left="720"/>
        <w:rPr>
          <w:rFonts w:ascii="Calibri" w:hAnsi="Calibri"/>
        </w:rPr>
      </w:pPr>
      <w:r w:rsidRPr="003B3FBA">
        <w:rPr>
          <w:rFonts w:ascii="Calibri" w:hAnsi="Calibri"/>
        </w:rPr>
        <w:t>How are Alkaline Earth Metals different from Alkali Metals?</w:t>
      </w:r>
    </w:p>
    <w:p w14:paraId="7CBDAA0D" w14:textId="77777777" w:rsidR="003B3FBA" w:rsidRPr="003B3FBA" w:rsidRDefault="003B3FBA" w:rsidP="003B3FBA">
      <w:pPr>
        <w:ind w:left="720"/>
        <w:rPr>
          <w:rFonts w:ascii="Calibri" w:hAnsi="Calibri"/>
        </w:rPr>
      </w:pPr>
    </w:p>
    <w:p w14:paraId="1331C0C4" w14:textId="77777777" w:rsidR="003B3FBA" w:rsidRPr="003B3FBA" w:rsidRDefault="003B3FBA" w:rsidP="003B3FBA">
      <w:pPr>
        <w:ind w:left="720"/>
        <w:rPr>
          <w:rFonts w:ascii="Calibri" w:hAnsi="Calibri"/>
        </w:rPr>
      </w:pPr>
    </w:p>
    <w:p w14:paraId="76BCE568" w14:textId="77777777" w:rsidR="003B3FBA" w:rsidRPr="003B3FBA" w:rsidRDefault="003B3FBA" w:rsidP="003B3FBA">
      <w:pPr>
        <w:ind w:left="720"/>
        <w:rPr>
          <w:rFonts w:ascii="Calibri" w:hAnsi="Calibri"/>
        </w:rPr>
      </w:pPr>
      <w:r w:rsidRPr="003B3FBA">
        <w:rPr>
          <w:rFonts w:ascii="Calibri" w:hAnsi="Calibri"/>
        </w:rPr>
        <w:t>Why are neither found in nature by themselves?</w:t>
      </w:r>
    </w:p>
    <w:p w14:paraId="47B9CE8D" w14:textId="77777777" w:rsidR="003B3FBA" w:rsidRPr="003B3FBA" w:rsidRDefault="003B3FBA" w:rsidP="003B3FBA">
      <w:pPr>
        <w:rPr>
          <w:rFonts w:ascii="Calibri" w:hAnsi="Calibri"/>
          <w:b/>
        </w:rPr>
      </w:pPr>
    </w:p>
    <w:p w14:paraId="3E35D628" w14:textId="77777777" w:rsidR="003B3FBA" w:rsidRPr="003B3FBA" w:rsidRDefault="003B3FBA" w:rsidP="003B3FBA">
      <w:pPr>
        <w:rPr>
          <w:rFonts w:ascii="Calibri" w:hAnsi="Calibri"/>
          <w:b/>
        </w:rPr>
      </w:pPr>
    </w:p>
    <w:p w14:paraId="32659BB1" w14:textId="77777777" w:rsidR="003B3FBA" w:rsidRPr="003B3FBA" w:rsidRDefault="003B3FBA" w:rsidP="003B3FBA">
      <w:pPr>
        <w:rPr>
          <w:rFonts w:ascii="Calibri" w:hAnsi="Calibri"/>
          <w:b/>
        </w:rPr>
      </w:pPr>
    </w:p>
    <w:p w14:paraId="7F12A2FF" w14:textId="77777777" w:rsidR="003B3FBA" w:rsidRPr="003B3FBA" w:rsidRDefault="003B3FBA" w:rsidP="00AC077B">
      <w:pPr>
        <w:numPr>
          <w:ilvl w:val="0"/>
          <w:numId w:val="1"/>
        </w:numPr>
        <w:ind w:left="360"/>
        <w:rPr>
          <w:rFonts w:ascii="Calibri" w:hAnsi="Calibri"/>
        </w:rPr>
      </w:pPr>
      <w:r w:rsidRPr="003B3FBA">
        <w:rPr>
          <w:rFonts w:ascii="Calibri" w:hAnsi="Calibri"/>
          <w:b/>
        </w:rPr>
        <w:t>Click on Transition Metals</w:t>
      </w:r>
      <w:r w:rsidRPr="003B3FBA">
        <w:rPr>
          <w:rFonts w:ascii="Calibri" w:hAnsi="Calibri"/>
        </w:rPr>
        <w:t xml:space="preserve"> (left bar) and answer these questions.</w:t>
      </w:r>
    </w:p>
    <w:p w14:paraId="09041EB4" w14:textId="77777777" w:rsidR="003B3FBA" w:rsidRPr="003B3FBA" w:rsidRDefault="003B3FBA" w:rsidP="003B3FBA">
      <w:pPr>
        <w:rPr>
          <w:rFonts w:ascii="Calibri" w:hAnsi="Calibri"/>
        </w:rPr>
      </w:pPr>
    </w:p>
    <w:p w14:paraId="7E1AA1D9" w14:textId="77777777" w:rsidR="003B3FBA" w:rsidRPr="003B3FBA" w:rsidRDefault="003B3FBA" w:rsidP="003B3FBA">
      <w:pPr>
        <w:numPr>
          <w:ilvl w:val="0"/>
          <w:numId w:val="4"/>
        </w:numPr>
        <w:rPr>
          <w:rFonts w:ascii="Calibri" w:hAnsi="Calibri"/>
        </w:rPr>
      </w:pPr>
      <w:r w:rsidRPr="003B3FBA">
        <w:rPr>
          <w:rFonts w:ascii="Calibri" w:hAnsi="Calibri"/>
        </w:rPr>
        <w:t>How many elements are in this group? ____________</w:t>
      </w:r>
    </w:p>
    <w:p w14:paraId="5EC00674" w14:textId="77777777" w:rsidR="003B3FBA" w:rsidRPr="003B3FBA" w:rsidRDefault="003B3FBA" w:rsidP="003B3FBA">
      <w:pPr>
        <w:rPr>
          <w:rFonts w:ascii="Calibri" w:hAnsi="Calibri"/>
        </w:rPr>
      </w:pPr>
    </w:p>
    <w:p w14:paraId="07C47D77" w14:textId="77777777" w:rsidR="003B3FBA" w:rsidRPr="003B3FBA" w:rsidRDefault="003B3FBA" w:rsidP="003B3FBA">
      <w:pPr>
        <w:numPr>
          <w:ilvl w:val="0"/>
          <w:numId w:val="4"/>
        </w:numPr>
        <w:rPr>
          <w:rFonts w:ascii="Calibri" w:hAnsi="Calibri"/>
        </w:rPr>
      </w:pPr>
      <w:r w:rsidRPr="003B3FBA">
        <w:rPr>
          <w:rFonts w:ascii="Calibri" w:hAnsi="Calibri"/>
        </w:rPr>
        <w:t>What are the group numbers?    __________ through _______</w:t>
      </w:r>
    </w:p>
    <w:p w14:paraId="180DF23C" w14:textId="77777777" w:rsidR="003B3FBA" w:rsidRPr="003B3FBA" w:rsidRDefault="003B3FBA" w:rsidP="003B3FBA">
      <w:pPr>
        <w:rPr>
          <w:rFonts w:ascii="Calibri" w:hAnsi="Calibri"/>
        </w:rPr>
      </w:pPr>
    </w:p>
    <w:p w14:paraId="6A129D85" w14:textId="77777777" w:rsidR="003B3FBA" w:rsidRPr="003B3FBA" w:rsidRDefault="003B3FBA" w:rsidP="003B3FBA">
      <w:pPr>
        <w:numPr>
          <w:ilvl w:val="0"/>
          <w:numId w:val="4"/>
        </w:numPr>
        <w:rPr>
          <w:rFonts w:ascii="Calibri" w:hAnsi="Calibri"/>
        </w:rPr>
      </w:pPr>
      <w:r w:rsidRPr="003B3FBA">
        <w:rPr>
          <w:rFonts w:ascii="Calibri" w:hAnsi="Calibri"/>
        </w:rPr>
        <w:t>What are valence electrons? ________________</w:t>
      </w:r>
    </w:p>
    <w:p w14:paraId="6731DA38" w14:textId="77777777" w:rsidR="003B3FBA" w:rsidRPr="003B3FBA" w:rsidRDefault="003B3FBA" w:rsidP="003B3FBA">
      <w:pPr>
        <w:rPr>
          <w:rFonts w:ascii="Calibri" w:hAnsi="Calibri"/>
        </w:rPr>
      </w:pPr>
    </w:p>
    <w:p w14:paraId="7E8D8D8D" w14:textId="77777777" w:rsidR="003B3FBA" w:rsidRPr="003B3FBA" w:rsidRDefault="003B3FBA" w:rsidP="00AC077B">
      <w:pPr>
        <w:numPr>
          <w:ilvl w:val="0"/>
          <w:numId w:val="4"/>
        </w:numPr>
        <w:spacing w:line="480" w:lineRule="auto"/>
        <w:rPr>
          <w:rFonts w:ascii="Calibri" w:hAnsi="Calibri"/>
        </w:rPr>
      </w:pPr>
      <w:r w:rsidRPr="003B3FBA">
        <w:rPr>
          <w:rFonts w:ascii="Calibri" w:hAnsi="Calibri"/>
        </w:rPr>
        <w:t xml:space="preserve">Because the valence electrons are present in more than one _____________ transition metals often exhibit several </w:t>
      </w:r>
      <w:r w:rsidR="00AC077B" w:rsidRPr="003B3FBA">
        <w:rPr>
          <w:rFonts w:ascii="Calibri" w:hAnsi="Calibri"/>
        </w:rPr>
        <w:t>common _</w:t>
      </w:r>
      <w:r w:rsidRPr="003B3FBA">
        <w:rPr>
          <w:rFonts w:ascii="Calibri" w:hAnsi="Calibri"/>
        </w:rPr>
        <w:t>_________________.</w:t>
      </w:r>
    </w:p>
    <w:p w14:paraId="177C5A0E" w14:textId="77777777" w:rsidR="003B3FBA" w:rsidRPr="003B3FBA" w:rsidRDefault="003B3FBA" w:rsidP="003B3FBA">
      <w:pPr>
        <w:rPr>
          <w:rFonts w:ascii="Calibri" w:hAnsi="Calibri"/>
        </w:rPr>
      </w:pPr>
    </w:p>
    <w:p w14:paraId="18977A12" w14:textId="77777777" w:rsidR="003B3FBA" w:rsidRPr="003B3FBA" w:rsidRDefault="003B3FBA" w:rsidP="003B3FBA">
      <w:pPr>
        <w:numPr>
          <w:ilvl w:val="0"/>
          <w:numId w:val="4"/>
        </w:numPr>
        <w:rPr>
          <w:rFonts w:ascii="Calibri" w:hAnsi="Calibri"/>
        </w:rPr>
      </w:pPr>
      <w:r w:rsidRPr="003B3FBA">
        <w:rPr>
          <w:rFonts w:ascii="Calibri" w:hAnsi="Calibri"/>
        </w:rPr>
        <w:t xml:space="preserve">Name the three elements in this family that produce a magnetic field.  _________, </w:t>
      </w:r>
    </w:p>
    <w:p w14:paraId="0632B3BF" w14:textId="77777777" w:rsidR="003B3FBA" w:rsidRPr="003B3FBA" w:rsidRDefault="003B3FBA" w:rsidP="003B3FBA">
      <w:pPr>
        <w:rPr>
          <w:rFonts w:ascii="Calibri" w:hAnsi="Calibri"/>
        </w:rPr>
      </w:pPr>
    </w:p>
    <w:p w14:paraId="62266A7F" w14:textId="77777777" w:rsidR="003B3FBA" w:rsidRPr="003B3FBA" w:rsidRDefault="003B3FBA" w:rsidP="003B3FBA">
      <w:pPr>
        <w:ind w:left="720"/>
        <w:rPr>
          <w:rFonts w:ascii="Calibri" w:hAnsi="Calibri"/>
        </w:rPr>
      </w:pPr>
      <w:r w:rsidRPr="003B3FBA">
        <w:rPr>
          <w:rFonts w:ascii="Calibri" w:hAnsi="Calibri"/>
        </w:rPr>
        <w:t>__________, and __________.</w:t>
      </w:r>
    </w:p>
    <w:p w14:paraId="76D0683E" w14:textId="77777777" w:rsidR="003B3FBA" w:rsidRPr="003B3FBA" w:rsidRDefault="003B3FBA" w:rsidP="003B3FBA">
      <w:pPr>
        <w:ind w:left="720"/>
        <w:rPr>
          <w:rFonts w:ascii="Calibri" w:hAnsi="Calibri"/>
        </w:rPr>
      </w:pPr>
    </w:p>
    <w:p w14:paraId="343C181F" w14:textId="77777777" w:rsidR="003B3FBA" w:rsidRPr="003B3FBA" w:rsidRDefault="003B3FBA" w:rsidP="003B3FBA">
      <w:pPr>
        <w:ind w:left="360"/>
        <w:rPr>
          <w:rFonts w:ascii="Calibri" w:hAnsi="Calibri"/>
        </w:rPr>
      </w:pPr>
      <w:r w:rsidRPr="003B3FBA">
        <w:rPr>
          <w:rFonts w:ascii="Calibri" w:hAnsi="Calibri"/>
        </w:rPr>
        <w:t xml:space="preserve">Watch: </w:t>
      </w:r>
      <w:hyperlink r:id="rId7" w:history="1">
        <w:r w:rsidRPr="003B3FBA">
          <w:rPr>
            <w:rStyle w:val="Hyperlink"/>
            <w:rFonts w:ascii="Calibri" w:hAnsi="Calibri"/>
          </w:rPr>
          <w:t>http://www.youtube.com/watch?v=c6erqTanHN4</w:t>
        </w:r>
      </w:hyperlink>
    </w:p>
    <w:p w14:paraId="00763203" w14:textId="77777777" w:rsidR="003B3FBA" w:rsidRPr="003B3FBA" w:rsidRDefault="003B3FBA" w:rsidP="003B3FBA">
      <w:pPr>
        <w:ind w:left="360"/>
        <w:rPr>
          <w:rFonts w:ascii="Calibri" w:hAnsi="Calibri"/>
        </w:rPr>
      </w:pPr>
    </w:p>
    <w:p w14:paraId="51693AE9" w14:textId="77777777" w:rsidR="003B3FBA" w:rsidRPr="003B3FBA" w:rsidRDefault="003B3FBA" w:rsidP="003B3FBA">
      <w:pPr>
        <w:ind w:left="360"/>
        <w:rPr>
          <w:rFonts w:ascii="Calibri" w:hAnsi="Calibri"/>
        </w:rPr>
      </w:pPr>
      <w:r w:rsidRPr="003B3FBA">
        <w:rPr>
          <w:rFonts w:ascii="Calibri" w:hAnsi="Calibri"/>
        </w:rPr>
        <w:t>What are these metals most known for?</w:t>
      </w:r>
    </w:p>
    <w:p w14:paraId="4D05E1B9" w14:textId="77777777" w:rsidR="003B3FBA" w:rsidRDefault="003B3FBA" w:rsidP="003B3FBA">
      <w:pPr>
        <w:ind w:left="360"/>
        <w:rPr>
          <w:rFonts w:ascii="Calibri" w:hAnsi="Calibri"/>
        </w:rPr>
      </w:pPr>
    </w:p>
    <w:p w14:paraId="75B15CC8" w14:textId="77777777" w:rsidR="00AC077B" w:rsidRPr="003B3FBA" w:rsidRDefault="00AC077B" w:rsidP="003B3FBA">
      <w:pPr>
        <w:ind w:left="360"/>
        <w:rPr>
          <w:rFonts w:ascii="Calibri" w:hAnsi="Calibri"/>
        </w:rPr>
      </w:pPr>
    </w:p>
    <w:p w14:paraId="3041580C" w14:textId="77777777" w:rsidR="003B3FBA" w:rsidRPr="003B3FBA" w:rsidRDefault="003B3FBA" w:rsidP="003B3FBA">
      <w:pPr>
        <w:ind w:left="720"/>
        <w:rPr>
          <w:rFonts w:ascii="Calibri" w:hAnsi="Calibri"/>
        </w:rPr>
      </w:pPr>
    </w:p>
    <w:p w14:paraId="55DB93B5" w14:textId="77777777" w:rsidR="003B3FBA" w:rsidRPr="003B3FBA" w:rsidRDefault="003B3FBA" w:rsidP="009D104C">
      <w:pPr>
        <w:numPr>
          <w:ilvl w:val="0"/>
          <w:numId w:val="1"/>
        </w:numPr>
        <w:ind w:left="360"/>
        <w:rPr>
          <w:rFonts w:ascii="Calibri" w:hAnsi="Calibri"/>
        </w:rPr>
      </w:pPr>
      <w:r w:rsidRPr="003B3FBA">
        <w:rPr>
          <w:rFonts w:ascii="Calibri" w:hAnsi="Calibri"/>
          <w:b/>
        </w:rPr>
        <w:t xml:space="preserve">Click on Other Metals </w:t>
      </w:r>
      <w:r w:rsidRPr="003B3FBA">
        <w:rPr>
          <w:rFonts w:ascii="Calibri" w:hAnsi="Calibri"/>
        </w:rPr>
        <w:t>(left bar) and answer these questions.</w:t>
      </w:r>
    </w:p>
    <w:p w14:paraId="63BE6E4E" w14:textId="77777777" w:rsidR="003B3FBA" w:rsidRPr="003B3FBA" w:rsidRDefault="003B3FBA" w:rsidP="003B3FBA">
      <w:pPr>
        <w:rPr>
          <w:rFonts w:ascii="Calibri" w:hAnsi="Calibri"/>
        </w:rPr>
      </w:pPr>
    </w:p>
    <w:p w14:paraId="1B9A813A" w14:textId="77777777" w:rsidR="003B3FBA" w:rsidRPr="003B3FBA" w:rsidRDefault="003B3FBA" w:rsidP="003B3FBA">
      <w:pPr>
        <w:numPr>
          <w:ilvl w:val="0"/>
          <w:numId w:val="5"/>
        </w:numPr>
        <w:rPr>
          <w:rFonts w:ascii="Calibri" w:hAnsi="Calibri"/>
        </w:rPr>
      </w:pPr>
      <w:r w:rsidRPr="003B3FBA">
        <w:rPr>
          <w:rFonts w:ascii="Calibri" w:hAnsi="Calibri"/>
        </w:rPr>
        <w:t>How many elements are in this group? ______________</w:t>
      </w:r>
    </w:p>
    <w:p w14:paraId="115C4E36" w14:textId="77777777" w:rsidR="003B3FBA" w:rsidRPr="003B3FBA" w:rsidRDefault="003B3FBA" w:rsidP="003B3FBA">
      <w:pPr>
        <w:rPr>
          <w:rFonts w:ascii="Calibri" w:hAnsi="Calibri"/>
        </w:rPr>
      </w:pPr>
    </w:p>
    <w:p w14:paraId="1D3133AD" w14:textId="77777777" w:rsidR="003B3FBA" w:rsidRPr="003B3FBA" w:rsidRDefault="003B3FBA" w:rsidP="003B3FBA">
      <w:pPr>
        <w:numPr>
          <w:ilvl w:val="0"/>
          <w:numId w:val="5"/>
        </w:numPr>
        <w:rPr>
          <w:rFonts w:ascii="Calibri" w:hAnsi="Calibri"/>
        </w:rPr>
      </w:pPr>
      <w:r w:rsidRPr="003B3FBA">
        <w:rPr>
          <w:rFonts w:ascii="Calibri" w:hAnsi="Calibri"/>
        </w:rPr>
        <w:t>What are the group numbers? ________</w:t>
      </w:r>
      <w:r w:rsidR="00AC077B" w:rsidRPr="003B3FBA">
        <w:rPr>
          <w:rFonts w:ascii="Calibri" w:hAnsi="Calibri"/>
        </w:rPr>
        <w:t>_ through</w:t>
      </w:r>
      <w:r w:rsidRPr="003B3FBA">
        <w:rPr>
          <w:rFonts w:ascii="Calibri" w:hAnsi="Calibri"/>
        </w:rPr>
        <w:t xml:space="preserve"> __________</w:t>
      </w:r>
    </w:p>
    <w:p w14:paraId="03984752" w14:textId="77777777" w:rsidR="003B3FBA" w:rsidRPr="003B3FBA" w:rsidRDefault="003B3FBA" w:rsidP="003B3FBA">
      <w:pPr>
        <w:rPr>
          <w:rFonts w:ascii="Calibri" w:hAnsi="Calibri"/>
        </w:rPr>
      </w:pPr>
    </w:p>
    <w:p w14:paraId="03F4D59B" w14:textId="77777777" w:rsidR="003B3FBA" w:rsidRPr="003B3FBA" w:rsidRDefault="003B3FBA" w:rsidP="003B3FBA">
      <w:pPr>
        <w:numPr>
          <w:ilvl w:val="0"/>
          <w:numId w:val="5"/>
        </w:numPr>
        <w:rPr>
          <w:rFonts w:ascii="Calibri" w:hAnsi="Calibri"/>
        </w:rPr>
      </w:pPr>
      <w:r w:rsidRPr="003B3FBA">
        <w:rPr>
          <w:rFonts w:ascii="Calibri" w:hAnsi="Calibri"/>
        </w:rPr>
        <w:t>How are these other metals similar to the transition metals? ______________</w:t>
      </w:r>
    </w:p>
    <w:p w14:paraId="62B3535A" w14:textId="77777777" w:rsidR="003B3FBA" w:rsidRPr="003B3FBA" w:rsidRDefault="003B3FBA" w:rsidP="003B3FBA">
      <w:pPr>
        <w:rPr>
          <w:rFonts w:ascii="Calibri" w:hAnsi="Calibri"/>
        </w:rPr>
      </w:pPr>
    </w:p>
    <w:p w14:paraId="14919ECE" w14:textId="77777777" w:rsidR="003B3FBA" w:rsidRPr="003B3FBA" w:rsidRDefault="003B3FBA" w:rsidP="003B3FBA">
      <w:pPr>
        <w:numPr>
          <w:ilvl w:val="0"/>
          <w:numId w:val="5"/>
        </w:numPr>
        <w:rPr>
          <w:rFonts w:ascii="Calibri" w:hAnsi="Calibri"/>
        </w:rPr>
      </w:pPr>
      <w:r w:rsidRPr="003B3FBA">
        <w:rPr>
          <w:rFonts w:ascii="Calibri" w:hAnsi="Calibri"/>
        </w:rPr>
        <w:t>How are these metals different than the transition metals? ________________</w:t>
      </w:r>
    </w:p>
    <w:p w14:paraId="31860906" w14:textId="77777777" w:rsidR="003B3FBA" w:rsidRPr="003B3FBA" w:rsidRDefault="003B3FBA" w:rsidP="003B3FBA">
      <w:pPr>
        <w:rPr>
          <w:rFonts w:ascii="Calibri" w:hAnsi="Calibri"/>
        </w:rPr>
      </w:pPr>
    </w:p>
    <w:p w14:paraId="7E14E9E4" w14:textId="77777777" w:rsidR="003B3FBA" w:rsidRPr="003B3FBA" w:rsidRDefault="003B3FBA" w:rsidP="003B3FBA">
      <w:pPr>
        <w:numPr>
          <w:ilvl w:val="0"/>
          <w:numId w:val="5"/>
        </w:numPr>
        <w:rPr>
          <w:rFonts w:ascii="Calibri" w:hAnsi="Calibri"/>
        </w:rPr>
      </w:pPr>
      <w:r w:rsidRPr="003B3FBA">
        <w:rPr>
          <w:rFonts w:ascii="Calibri" w:hAnsi="Calibri"/>
        </w:rPr>
        <w:t>List three physical properties of these other metals. _________________________</w:t>
      </w:r>
    </w:p>
    <w:p w14:paraId="035DD14F" w14:textId="77777777" w:rsidR="003B3FBA" w:rsidRPr="003B3FBA" w:rsidRDefault="003B3FBA" w:rsidP="003B3FBA">
      <w:pPr>
        <w:ind w:left="360"/>
        <w:rPr>
          <w:rFonts w:ascii="Calibri" w:hAnsi="Calibri"/>
        </w:rPr>
      </w:pPr>
    </w:p>
    <w:p w14:paraId="41337261" w14:textId="77777777" w:rsidR="003B3FBA" w:rsidRPr="003B3FBA" w:rsidRDefault="003B3FBA" w:rsidP="003B3FBA">
      <w:pPr>
        <w:ind w:left="360"/>
        <w:rPr>
          <w:rFonts w:ascii="Calibri" w:hAnsi="Calibri"/>
        </w:rPr>
      </w:pPr>
      <w:r w:rsidRPr="003B3FBA">
        <w:rPr>
          <w:rFonts w:ascii="Calibri" w:hAnsi="Calibri"/>
        </w:rPr>
        <w:t xml:space="preserve">Watch: </w:t>
      </w:r>
      <w:hyperlink r:id="rId8" w:history="1">
        <w:r w:rsidRPr="003B3FBA">
          <w:rPr>
            <w:rStyle w:val="Hyperlink"/>
            <w:rFonts w:ascii="Calibri" w:hAnsi="Calibri"/>
          </w:rPr>
          <w:t>http://www.youtube.com/watch?v=AOpGhAdQFEY</w:t>
        </w:r>
      </w:hyperlink>
    </w:p>
    <w:p w14:paraId="6DB7D34B" w14:textId="77777777" w:rsidR="003B3FBA" w:rsidRPr="003B3FBA" w:rsidRDefault="003B3FBA" w:rsidP="003B3FBA">
      <w:pPr>
        <w:ind w:left="360"/>
        <w:rPr>
          <w:rFonts w:ascii="Calibri" w:hAnsi="Calibri"/>
        </w:rPr>
      </w:pPr>
    </w:p>
    <w:p w14:paraId="4031DF34" w14:textId="77777777" w:rsidR="003B3FBA" w:rsidRPr="003B3FBA" w:rsidRDefault="003B3FBA" w:rsidP="003B3FBA">
      <w:pPr>
        <w:ind w:left="360"/>
        <w:rPr>
          <w:rFonts w:ascii="Calibri" w:hAnsi="Calibri"/>
        </w:rPr>
      </w:pPr>
      <w:r w:rsidRPr="003B3FBA">
        <w:rPr>
          <w:rFonts w:ascii="Calibri" w:hAnsi="Calibri"/>
        </w:rPr>
        <w:t>Why is aluminum so easily recycled (what physical property?)</w:t>
      </w:r>
    </w:p>
    <w:p w14:paraId="544CAA93" w14:textId="77777777" w:rsidR="003B3FBA" w:rsidRPr="003B3FBA" w:rsidRDefault="003B3FBA" w:rsidP="003B3FBA">
      <w:pPr>
        <w:ind w:left="360"/>
        <w:rPr>
          <w:rFonts w:ascii="Calibri" w:hAnsi="Calibri"/>
        </w:rPr>
      </w:pPr>
    </w:p>
    <w:p w14:paraId="1C38BDB2" w14:textId="77777777" w:rsidR="003B3FBA" w:rsidRPr="003B3FBA" w:rsidRDefault="003B3FBA" w:rsidP="003B3FBA">
      <w:pPr>
        <w:ind w:left="360"/>
        <w:rPr>
          <w:rFonts w:ascii="Calibri" w:hAnsi="Calibri"/>
        </w:rPr>
      </w:pPr>
    </w:p>
    <w:p w14:paraId="47D2058B" w14:textId="77777777" w:rsidR="003B3FBA" w:rsidRPr="003B3FBA" w:rsidRDefault="003B3FBA" w:rsidP="003B3FBA">
      <w:pPr>
        <w:ind w:left="360"/>
        <w:rPr>
          <w:rFonts w:ascii="Calibri" w:hAnsi="Calibri"/>
        </w:rPr>
      </w:pPr>
      <w:r w:rsidRPr="003B3FBA">
        <w:rPr>
          <w:rFonts w:ascii="Calibri" w:hAnsi="Calibri"/>
        </w:rPr>
        <w:t>How quickly can a can be melted and repackaged as a new can?</w:t>
      </w:r>
    </w:p>
    <w:p w14:paraId="5F2B81F5" w14:textId="77777777" w:rsidR="003B3FBA" w:rsidRPr="003B3FBA" w:rsidRDefault="003B3FBA" w:rsidP="003B3FBA">
      <w:pPr>
        <w:ind w:left="360"/>
        <w:rPr>
          <w:rFonts w:ascii="Calibri" w:hAnsi="Calibri"/>
        </w:rPr>
      </w:pPr>
    </w:p>
    <w:p w14:paraId="23257364" w14:textId="77777777" w:rsidR="003B3FBA" w:rsidRPr="003B3FBA" w:rsidRDefault="003B3FBA" w:rsidP="003B3FBA">
      <w:pPr>
        <w:ind w:left="360"/>
        <w:rPr>
          <w:rFonts w:ascii="Calibri" w:hAnsi="Calibri"/>
        </w:rPr>
      </w:pPr>
    </w:p>
    <w:p w14:paraId="6EC87F91" w14:textId="77777777" w:rsidR="003B3FBA" w:rsidRPr="003B3FBA" w:rsidRDefault="003B3FBA" w:rsidP="003B3FBA">
      <w:pPr>
        <w:ind w:left="360"/>
        <w:rPr>
          <w:rFonts w:ascii="Calibri" w:hAnsi="Calibri"/>
        </w:rPr>
      </w:pPr>
    </w:p>
    <w:p w14:paraId="1CD2DF61" w14:textId="77777777" w:rsidR="003B3FBA" w:rsidRPr="003B3FBA" w:rsidRDefault="003B3FBA" w:rsidP="003B3FBA">
      <w:pPr>
        <w:numPr>
          <w:ilvl w:val="0"/>
          <w:numId w:val="1"/>
        </w:numPr>
        <w:tabs>
          <w:tab w:val="clear" w:pos="720"/>
        </w:tabs>
        <w:ind w:left="360"/>
        <w:rPr>
          <w:rFonts w:ascii="Calibri" w:hAnsi="Calibri"/>
        </w:rPr>
      </w:pPr>
      <w:r w:rsidRPr="003B3FBA">
        <w:rPr>
          <w:rFonts w:ascii="Calibri" w:hAnsi="Calibri"/>
          <w:b/>
        </w:rPr>
        <w:t xml:space="preserve">Click on Metalloids </w:t>
      </w:r>
      <w:r w:rsidRPr="003B3FBA">
        <w:rPr>
          <w:rFonts w:ascii="Calibri" w:hAnsi="Calibri"/>
        </w:rPr>
        <w:t>to answer these questions</w:t>
      </w:r>
      <w:r w:rsidRPr="003B3FBA">
        <w:rPr>
          <w:rFonts w:ascii="Calibri" w:hAnsi="Calibri"/>
          <w:b/>
        </w:rPr>
        <w:t>.</w:t>
      </w:r>
    </w:p>
    <w:p w14:paraId="60D04FE6" w14:textId="77777777" w:rsidR="003B3FBA" w:rsidRPr="003B3FBA" w:rsidRDefault="003B3FBA" w:rsidP="003B3FBA">
      <w:pPr>
        <w:rPr>
          <w:rFonts w:ascii="Calibri" w:hAnsi="Calibri"/>
        </w:rPr>
      </w:pPr>
    </w:p>
    <w:p w14:paraId="32960538" w14:textId="77777777" w:rsidR="003B3FBA" w:rsidRPr="003B3FBA" w:rsidRDefault="003B3FBA" w:rsidP="003B3FBA">
      <w:pPr>
        <w:numPr>
          <w:ilvl w:val="0"/>
          <w:numId w:val="6"/>
        </w:numPr>
        <w:tabs>
          <w:tab w:val="clear" w:pos="720"/>
          <w:tab w:val="num" w:pos="360"/>
        </w:tabs>
        <w:ind w:left="360" w:firstLine="0"/>
        <w:rPr>
          <w:rFonts w:ascii="Calibri" w:hAnsi="Calibri"/>
        </w:rPr>
      </w:pPr>
      <w:r w:rsidRPr="003B3FBA">
        <w:rPr>
          <w:rFonts w:ascii="Calibri" w:hAnsi="Calibri"/>
        </w:rPr>
        <w:t>On your periodic table, draw the black stair-step line that distinguishes metals from nonmetals.</w:t>
      </w:r>
    </w:p>
    <w:p w14:paraId="405306F1" w14:textId="77777777" w:rsidR="003B3FBA" w:rsidRPr="003B3FBA" w:rsidRDefault="003B3FBA" w:rsidP="003B3FBA">
      <w:pPr>
        <w:rPr>
          <w:rFonts w:ascii="Calibri" w:hAnsi="Calibri"/>
        </w:rPr>
      </w:pPr>
    </w:p>
    <w:p w14:paraId="4C3E1DF9" w14:textId="77777777" w:rsidR="003B3FBA" w:rsidRPr="003B3FBA" w:rsidRDefault="003B3FBA" w:rsidP="003B3FBA">
      <w:pPr>
        <w:numPr>
          <w:ilvl w:val="0"/>
          <w:numId w:val="6"/>
        </w:numPr>
        <w:tabs>
          <w:tab w:val="clear" w:pos="720"/>
        </w:tabs>
        <w:rPr>
          <w:rFonts w:ascii="Calibri" w:hAnsi="Calibri"/>
        </w:rPr>
      </w:pPr>
      <w:r w:rsidRPr="003B3FBA">
        <w:rPr>
          <w:rFonts w:ascii="Calibri" w:hAnsi="Calibri"/>
        </w:rPr>
        <w:t xml:space="preserve"> Metalloids have properties of both ________ and _____________.</w:t>
      </w:r>
    </w:p>
    <w:p w14:paraId="0610ABCF" w14:textId="77777777" w:rsidR="003B3FBA" w:rsidRPr="003B3FBA" w:rsidRDefault="003B3FBA" w:rsidP="003B3FBA">
      <w:pPr>
        <w:rPr>
          <w:rFonts w:ascii="Calibri" w:hAnsi="Calibri"/>
        </w:rPr>
      </w:pPr>
    </w:p>
    <w:p w14:paraId="489BC937" w14:textId="77777777" w:rsidR="003B3FBA" w:rsidRPr="003B3FBA" w:rsidRDefault="003B3FBA" w:rsidP="003B3FBA">
      <w:pPr>
        <w:numPr>
          <w:ilvl w:val="0"/>
          <w:numId w:val="6"/>
        </w:numPr>
        <w:rPr>
          <w:rFonts w:ascii="Calibri" w:hAnsi="Calibri"/>
        </w:rPr>
      </w:pPr>
      <w:r w:rsidRPr="003B3FBA">
        <w:rPr>
          <w:rFonts w:ascii="Calibri" w:hAnsi="Calibri"/>
        </w:rPr>
        <w:t>Define semiconductor ___________________________________.</w:t>
      </w:r>
    </w:p>
    <w:p w14:paraId="1B83127B" w14:textId="77777777" w:rsidR="003B3FBA" w:rsidRPr="003B3FBA" w:rsidRDefault="003B3FBA" w:rsidP="003B3FBA">
      <w:pPr>
        <w:rPr>
          <w:rFonts w:ascii="Calibri" w:hAnsi="Calibri"/>
        </w:rPr>
      </w:pPr>
    </w:p>
    <w:p w14:paraId="0E68C7D0" w14:textId="77777777" w:rsidR="003B3FBA" w:rsidRPr="003B3FBA" w:rsidRDefault="003B3FBA" w:rsidP="003B3FBA">
      <w:pPr>
        <w:numPr>
          <w:ilvl w:val="0"/>
          <w:numId w:val="6"/>
        </w:numPr>
        <w:rPr>
          <w:rFonts w:ascii="Calibri" w:hAnsi="Calibri"/>
        </w:rPr>
      </w:pPr>
      <w:r w:rsidRPr="003B3FBA">
        <w:rPr>
          <w:rFonts w:ascii="Calibri" w:hAnsi="Calibri"/>
        </w:rPr>
        <w:t>Name two metalloids that are semi-conductors.  ____________and __________.</w:t>
      </w:r>
    </w:p>
    <w:p w14:paraId="64C622D8" w14:textId="77777777" w:rsidR="003B3FBA" w:rsidRPr="003B3FBA" w:rsidRDefault="003B3FBA" w:rsidP="003B3FBA">
      <w:pPr>
        <w:rPr>
          <w:rFonts w:ascii="Calibri" w:hAnsi="Calibri"/>
        </w:rPr>
      </w:pPr>
    </w:p>
    <w:p w14:paraId="20339FB9" w14:textId="77777777" w:rsidR="003B3FBA" w:rsidRPr="003B3FBA" w:rsidRDefault="003B3FBA" w:rsidP="003B3FBA">
      <w:pPr>
        <w:numPr>
          <w:ilvl w:val="0"/>
          <w:numId w:val="6"/>
        </w:numPr>
        <w:rPr>
          <w:rFonts w:ascii="Calibri" w:hAnsi="Calibri"/>
        </w:rPr>
      </w:pPr>
      <w:r w:rsidRPr="003B3FBA">
        <w:rPr>
          <w:rFonts w:ascii="Calibri" w:hAnsi="Calibri"/>
        </w:rPr>
        <w:t>This property makes metalloids useful in ____________and ______________.</w:t>
      </w:r>
    </w:p>
    <w:p w14:paraId="77833B38" w14:textId="77777777" w:rsidR="003B3FBA" w:rsidRPr="003B3FBA" w:rsidRDefault="003B3FBA" w:rsidP="003B3FBA">
      <w:pPr>
        <w:rPr>
          <w:rFonts w:ascii="Calibri" w:hAnsi="Calibri"/>
        </w:rPr>
      </w:pPr>
    </w:p>
    <w:p w14:paraId="0083CA56" w14:textId="77777777" w:rsidR="003B3FBA" w:rsidRPr="003B3FBA" w:rsidRDefault="003B3FBA" w:rsidP="003B3FBA">
      <w:pPr>
        <w:numPr>
          <w:ilvl w:val="0"/>
          <w:numId w:val="1"/>
        </w:numPr>
        <w:tabs>
          <w:tab w:val="clear" w:pos="720"/>
        </w:tabs>
        <w:ind w:left="360"/>
        <w:rPr>
          <w:rFonts w:ascii="Calibri" w:hAnsi="Calibri"/>
          <w:b/>
        </w:rPr>
      </w:pPr>
      <w:r w:rsidRPr="003B3FBA">
        <w:rPr>
          <w:rFonts w:ascii="Calibri" w:hAnsi="Calibri"/>
          <w:b/>
        </w:rPr>
        <w:t xml:space="preserve">Click in Nonmetals </w:t>
      </w:r>
      <w:r w:rsidRPr="003B3FBA">
        <w:rPr>
          <w:rFonts w:ascii="Calibri" w:hAnsi="Calibri"/>
        </w:rPr>
        <w:t>to answer these questions</w:t>
      </w:r>
      <w:r w:rsidRPr="003B3FBA">
        <w:rPr>
          <w:rFonts w:ascii="Calibri" w:hAnsi="Calibri"/>
          <w:b/>
        </w:rPr>
        <w:t>.</w:t>
      </w:r>
    </w:p>
    <w:p w14:paraId="5AF5E370" w14:textId="77777777" w:rsidR="003B3FBA" w:rsidRPr="003B3FBA" w:rsidRDefault="003B3FBA" w:rsidP="003B3FBA">
      <w:pPr>
        <w:rPr>
          <w:rFonts w:ascii="Calibri" w:hAnsi="Calibri"/>
          <w:b/>
        </w:rPr>
      </w:pPr>
    </w:p>
    <w:p w14:paraId="2623213F" w14:textId="77777777" w:rsidR="003B3FBA" w:rsidRPr="003B3FBA" w:rsidRDefault="003B3FBA" w:rsidP="003B3FBA">
      <w:pPr>
        <w:numPr>
          <w:ilvl w:val="1"/>
          <w:numId w:val="1"/>
        </w:numPr>
        <w:tabs>
          <w:tab w:val="clear" w:pos="720"/>
        </w:tabs>
        <w:rPr>
          <w:rFonts w:ascii="Calibri" w:hAnsi="Calibri"/>
        </w:rPr>
      </w:pPr>
      <w:r w:rsidRPr="003B3FBA">
        <w:rPr>
          <w:rFonts w:ascii="Calibri" w:hAnsi="Calibri"/>
        </w:rPr>
        <w:t>What are the group numbers? ___________ through ____________</w:t>
      </w:r>
    </w:p>
    <w:p w14:paraId="2CBF3FDC" w14:textId="77777777" w:rsidR="003B3FBA" w:rsidRPr="003B3FBA" w:rsidRDefault="003B3FBA" w:rsidP="003B3FBA">
      <w:pPr>
        <w:rPr>
          <w:rFonts w:ascii="Calibri" w:hAnsi="Calibri"/>
        </w:rPr>
      </w:pPr>
    </w:p>
    <w:p w14:paraId="4001A9D2" w14:textId="77777777" w:rsidR="003B3FBA" w:rsidRPr="003B3FBA" w:rsidRDefault="003B3FBA" w:rsidP="003B3FBA">
      <w:pPr>
        <w:numPr>
          <w:ilvl w:val="1"/>
          <w:numId w:val="1"/>
        </w:numPr>
        <w:tabs>
          <w:tab w:val="clear" w:pos="720"/>
        </w:tabs>
        <w:rPr>
          <w:rFonts w:ascii="Calibri" w:hAnsi="Calibri"/>
        </w:rPr>
      </w:pPr>
      <w:r w:rsidRPr="003B3FBA">
        <w:rPr>
          <w:rFonts w:ascii="Calibri" w:hAnsi="Calibri"/>
        </w:rPr>
        <w:t xml:space="preserve"> List four characteristics of ALL nonmetals. ______________________________</w:t>
      </w:r>
    </w:p>
    <w:p w14:paraId="1ADCC165" w14:textId="77777777" w:rsidR="003B3FBA" w:rsidRPr="003B3FBA" w:rsidRDefault="003B3FBA" w:rsidP="003B3FBA">
      <w:pPr>
        <w:rPr>
          <w:rFonts w:ascii="Calibri" w:hAnsi="Calibri"/>
        </w:rPr>
      </w:pPr>
    </w:p>
    <w:p w14:paraId="21F40CF2" w14:textId="77777777" w:rsidR="003B3FBA" w:rsidRPr="003B3FBA" w:rsidRDefault="003B3FBA" w:rsidP="003B3FBA">
      <w:pPr>
        <w:numPr>
          <w:ilvl w:val="1"/>
          <w:numId w:val="1"/>
        </w:numPr>
        <w:rPr>
          <w:rFonts w:ascii="Calibri" w:hAnsi="Calibri"/>
        </w:rPr>
      </w:pPr>
      <w:r w:rsidRPr="003B3FBA">
        <w:rPr>
          <w:rFonts w:ascii="Calibri" w:hAnsi="Calibri"/>
        </w:rPr>
        <w:t>What two states of matter do nonmetals exist in at room temperature?  _________________________</w:t>
      </w:r>
    </w:p>
    <w:p w14:paraId="2AA15DCE" w14:textId="77777777" w:rsidR="003B3FBA" w:rsidRPr="003B3FBA" w:rsidRDefault="003B3FBA" w:rsidP="003B3FBA">
      <w:pPr>
        <w:rPr>
          <w:rFonts w:ascii="Calibri" w:hAnsi="Calibri"/>
        </w:rPr>
      </w:pPr>
    </w:p>
    <w:p w14:paraId="0B988307" w14:textId="77777777" w:rsidR="003B3FBA" w:rsidRPr="003B3FBA" w:rsidRDefault="003B3FBA" w:rsidP="003B3FBA">
      <w:pPr>
        <w:numPr>
          <w:ilvl w:val="1"/>
          <w:numId w:val="1"/>
        </w:numPr>
        <w:rPr>
          <w:rFonts w:ascii="Calibri" w:hAnsi="Calibri"/>
        </w:rPr>
      </w:pPr>
      <w:r w:rsidRPr="003B3FBA">
        <w:rPr>
          <w:rFonts w:ascii="Calibri" w:hAnsi="Calibri"/>
        </w:rPr>
        <w:t>The nonmetals have no _______________and do not ____________________.</w:t>
      </w:r>
    </w:p>
    <w:p w14:paraId="74E75930" w14:textId="77777777" w:rsidR="003B3FBA" w:rsidRPr="003B3FBA" w:rsidRDefault="003B3FBA" w:rsidP="003B3FBA">
      <w:pPr>
        <w:rPr>
          <w:rFonts w:ascii="Calibri" w:hAnsi="Calibri"/>
        </w:rPr>
      </w:pPr>
    </w:p>
    <w:p w14:paraId="6A5588BC" w14:textId="77777777" w:rsidR="003B3FBA" w:rsidRPr="003B3FBA" w:rsidRDefault="003B3FBA" w:rsidP="003B3FBA">
      <w:pPr>
        <w:numPr>
          <w:ilvl w:val="1"/>
          <w:numId w:val="1"/>
        </w:numPr>
        <w:tabs>
          <w:tab w:val="clear" w:pos="720"/>
        </w:tabs>
        <w:rPr>
          <w:rFonts w:ascii="Calibri" w:hAnsi="Calibri"/>
        </w:rPr>
      </w:pPr>
      <w:r w:rsidRPr="003B3FBA">
        <w:rPr>
          <w:rFonts w:ascii="Calibri" w:hAnsi="Calibri"/>
        </w:rPr>
        <w:t>What are the oxidation numbers of the nonmetals? _______________________</w:t>
      </w:r>
    </w:p>
    <w:p w14:paraId="6E6B8FB4" w14:textId="77777777" w:rsidR="003B3FBA" w:rsidRPr="003B3FBA" w:rsidRDefault="003B3FBA" w:rsidP="003B3FBA">
      <w:pPr>
        <w:rPr>
          <w:rFonts w:ascii="Calibri" w:hAnsi="Calibri"/>
        </w:rPr>
      </w:pPr>
    </w:p>
    <w:p w14:paraId="2F74CC73" w14:textId="77777777" w:rsidR="003B3FBA" w:rsidRPr="003B3FBA" w:rsidRDefault="003B3FBA" w:rsidP="003B3FBA">
      <w:pPr>
        <w:numPr>
          <w:ilvl w:val="0"/>
          <w:numId w:val="1"/>
        </w:numPr>
        <w:tabs>
          <w:tab w:val="clear" w:pos="720"/>
          <w:tab w:val="num" w:pos="450"/>
        </w:tabs>
        <w:ind w:hanging="720"/>
        <w:rPr>
          <w:rFonts w:ascii="Calibri" w:hAnsi="Calibri"/>
          <w:b/>
        </w:rPr>
      </w:pPr>
      <w:r w:rsidRPr="003B3FBA">
        <w:rPr>
          <w:rFonts w:ascii="Calibri" w:hAnsi="Calibri"/>
          <w:b/>
        </w:rPr>
        <w:t xml:space="preserve">Click on the Halogens </w:t>
      </w:r>
      <w:r w:rsidRPr="003B3FBA">
        <w:rPr>
          <w:rFonts w:ascii="Calibri" w:hAnsi="Calibri"/>
        </w:rPr>
        <w:t>(left bar) to answer these questions</w:t>
      </w:r>
      <w:r w:rsidRPr="003B3FBA">
        <w:rPr>
          <w:rFonts w:ascii="Calibri" w:hAnsi="Calibri"/>
          <w:b/>
        </w:rPr>
        <w:t>.</w:t>
      </w:r>
    </w:p>
    <w:p w14:paraId="2ED42C86" w14:textId="77777777" w:rsidR="003B3FBA" w:rsidRPr="003B3FBA" w:rsidRDefault="003B3FBA" w:rsidP="003B3FBA">
      <w:pPr>
        <w:rPr>
          <w:rFonts w:ascii="Calibri" w:hAnsi="Calibri"/>
          <w:b/>
        </w:rPr>
      </w:pPr>
    </w:p>
    <w:p w14:paraId="1CBCD4DE" w14:textId="77777777" w:rsidR="003B3FBA" w:rsidRPr="003B3FBA" w:rsidRDefault="003B3FBA" w:rsidP="003B3FBA">
      <w:pPr>
        <w:numPr>
          <w:ilvl w:val="1"/>
          <w:numId w:val="1"/>
        </w:numPr>
        <w:rPr>
          <w:rFonts w:ascii="Calibri" w:hAnsi="Calibri"/>
        </w:rPr>
      </w:pPr>
      <w:r w:rsidRPr="003B3FBA">
        <w:rPr>
          <w:rFonts w:ascii="Calibri" w:hAnsi="Calibri"/>
        </w:rPr>
        <w:t>What is the halogen group number? ___________________</w:t>
      </w:r>
    </w:p>
    <w:p w14:paraId="133F075E" w14:textId="77777777" w:rsidR="003B3FBA" w:rsidRPr="003B3FBA" w:rsidRDefault="003B3FBA" w:rsidP="003B3FBA">
      <w:pPr>
        <w:rPr>
          <w:rFonts w:ascii="Calibri" w:hAnsi="Calibri"/>
        </w:rPr>
      </w:pPr>
    </w:p>
    <w:p w14:paraId="740A55E5" w14:textId="77777777" w:rsidR="003B3FBA" w:rsidRPr="003B3FBA" w:rsidRDefault="003B3FBA" w:rsidP="003B3FBA">
      <w:pPr>
        <w:numPr>
          <w:ilvl w:val="1"/>
          <w:numId w:val="1"/>
        </w:numPr>
        <w:rPr>
          <w:rFonts w:ascii="Calibri" w:hAnsi="Calibri"/>
        </w:rPr>
      </w:pPr>
      <w:r w:rsidRPr="003B3FBA">
        <w:rPr>
          <w:rFonts w:ascii="Calibri" w:hAnsi="Calibri"/>
        </w:rPr>
        <w:t>Are halogens metals or nonmetals? ______________________</w:t>
      </w:r>
    </w:p>
    <w:p w14:paraId="4B8E2D99" w14:textId="77777777" w:rsidR="003B3FBA" w:rsidRPr="003B3FBA" w:rsidRDefault="003B3FBA" w:rsidP="003B3FBA">
      <w:pPr>
        <w:rPr>
          <w:rFonts w:ascii="Calibri" w:hAnsi="Calibri"/>
        </w:rPr>
      </w:pPr>
    </w:p>
    <w:p w14:paraId="287826B7" w14:textId="77777777" w:rsidR="003B3FBA" w:rsidRPr="003B3FBA" w:rsidRDefault="003B3FBA" w:rsidP="009D104C">
      <w:pPr>
        <w:numPr>
          <w:ilvl w:val="1"/>
          <w:numId w:val="1"/>
        </w:numPr>
        <w:spacing w:line="360" w:lineRule="auto"/>
        <w:rPr>
          <w:rFonts w:ascii="Calibri" w:hAnsi="Calibri"/>
        </w:rPr>
      </w:pPr>
      <w:r w:rsidRPr="003B3FBA">
        <w:rPr>
          <w:rFonts w:ascii="Calibri" w:hAnsi="Calibri"/>
        </w:rPr>
        <w:t>The term “halogen” means ____________________ and compounds containing halogens are called ____________________.</w:t>
      </w:r>
    </w:p>
    <w:p w14:paraId="2472160B" w14:textId="77777777" w:rsidR="003B3FBA" w:rsidRPr="003B3FBA" w:rsidRDefault="003B3FBA" w:rsidP="003B3FBA">
      <w:pPr>
        <w:rPr>
          <w:rFonts w:ascii="Calibri" w:hAnsi="Calibri"/>
        </w:rPr>
      </w:pPr>
    </w:p>
    <w:p w14:paraId="47C47C7C" w14:textId="77777777" w:rsidR="003B3FBA" w:rsidRPr="003B3FBA" w:rsidRDefault="003B3FBA" w:rsidP="003B3FBA">
      <w:pPr>
        <w:numPr>
          <w:ilvl w:val="1"/>
          <w:numId w:val="1"/>
        </w:numPr>
        <w:rPr>
          <w:rFonts w:ascii="Calibri" w:hAnsi="Calibri"/>
        </w:rPr>
      </w:pPr>
      <w:r w:rsidRPr="003B3FBA">
        <w:rPr>
          <w:rFonts w:ascii="Calibri" w:hAnsi="Calibri"/>
        </w:rPr>
        <w:t>How many electrons are in their outer shell? __________________</w:t>
      </w:r>
    </w:p>
    <w:p w14:paraId="57E88EBE" w14:textId="77777777" w:rsidR="003B3FBA" w:rsidRPr="003B3FBA" w:rsidRDefault="003B3FBA" w:rsidP="003B3FBA">
      <w:pPr>
        <w:rPr>
          <w:rFonts w:ascii="Calibri" w:hAnsi="Calibri"/>
        </w:rPr>
      </w:pPr>
    </w:p>
    <w:p w14:paraId="0FB8E5DE" w14:textId="77777777" w:rsidR="003B3FBA" w:rsidRPr="003B3FBA" w:rsidRDefault="003B3FBA" w:rsidP="003B3FBA">
      <w:pPr>
        <w:numPr>
          <w:ilvl w:val="1"/>
          <w:numId w:val="1"/>
        </w:numPr>
        <w:rPr>
          <w:rFonts w:ascii="Calibri" w:hAnsi="Calibri"/>
        </w:rPr>
      </w:pPr>
      <w:r w:rsidRPr="003B3FBA">
        <w:rPr>
          <w:rFonts w:ascii="Calibri" w:hAnsi="Calibri"/>
        </w:rPr>
        <w:t>What is their oxidation number? ______________________</w:t>
      </w:r>
    </w:p>
    <w:p w14:paraId="43573D21" w14:textId="77777777" w:rsidR="003B3FBA" w:rsidRPr="003B3FBA" w:rsidRDefault="003B3FBA" w:rsidP="003B3FBA">
      <w:pPr>
        <w:rPr>
          <w:rFonts w:ascii="Calibri" w:hAnsi="Calibri"/>
        </w:rPr>
      </w:pPr>
    </w:p>
    <w:p w14:paraId="04D0FFC5" w14:textId="77777777" w:rsidR="003B3FBA" w:rsidRPr="003B3FBA" w:rsidRDefault="003B3FBA" w:rsidP="009D104C">
      <w:pPr>
        <w:numPr>
          <w:ilvl w:val="1"/>
          <w:numId w:val="1"/>
        </w:numPr>
        <w:spacing w:line="360" w:lineRule="auto"/>
        <w:rPr>
          <w:rFonts w:ascii="Calibri" w:hAnsi="Calibri"/>
        </w:rPr>
      </w:pPr>
      <w:r w:rsidRPr="003B3FBA">
        <w:rPr>
          <w:rFonts w:ascii="Calibri" w:hAnsi="Calibri"/>
        </w:rPr>
        <w:t>What states of matter do halogens exist in at room temperature? __________________________________</w:t>
      </w:r>
    </w:p>
    <w:p w14:paraId="4D04759C" w14:textId="77777777" w:rsidR="003B3FBA" w:rsidRPr="003B3FBA" w:rsidRDefault="003B3FBA" w:rsidP="003B3FBA">
      <w:pPr>
        <w:rPr>
          <w:rFonts w:ascii="Calibri" w:hAnsi="Calibri"/>
        </w:rPr>
      </w:pPr>
    </w:p>
    <w:p w14:paraId="3F20C780" w14:textId="77777777" w:rsidR="003B3FBA" w:rsidRPr="003B3FBA" w:rsidRDefault="003B3FBA" w:rsidP="003B3FBA">
      <w:pPr>
        <w:rPr>
          <w:rFonts w:ascii="Calibri" w:hAnsi="Calibri"/>
        </w:rPr>
      </w:pPr>
    </w:p>
    <w:p w14:paraId="67924D91" w14:textId="77777777" w:rsidR="003B3FBA" w:rsidRPr="003B3FBA" w:rsidRDefault="003B3FBA" w:rsidP="003B3FBA">
      <w:pPr>
        <w:numPr>
          <w:ilvl w:val="0"/>
          <w:numId w:val="1"/>
        </w:numPr>
        <w:tabs>
          <w:tab w:val="clear" w:pos="720"/>
          <w:tab w:val="num" w:pos="450"/>
        </w:tabs>
        <w:ind w:hanging="720"/>
        <w:rPr>
          <w:rFonts w:ascii="Calibri" w:hAnsi="Calibri"/>
          <w:b/>
        </w:rPr>
      </w:pPr>
      <w:r w:rsidRPr="003B3FBA">
        <w:rPr>
          <w:rFonts w:ascii="Calibri" w:hAnsi="Calibri"/>
          <w:b/>
        </w:rPr>
        <w:t xml:space="preserve">Click on Noble Gases </w:t>
      </w:r>
      <w:r w:rsidRPr="003B3FBA">
        <w:rPr>
          <w:rFonts w:ascii="Calibri" w:hAnsi="Calibri"/>
        </w:rPr>
        <w:t>(left bar) and answer these questions</w:t>
      </w:r>
      <w:r w:rsidRPr="003B3FBA">
        <w:rPr>
          <w:rFonts w:ascii="Calibri" w:hAnsi="Calibri"/>
          <w:b/>
        </w:rPr>
        <w:t>.</w:t>
      </w:r>
    </w:p>
    <w:p w14:paraId="72B6AC3C" w14:textId="77777777" w:rsidR="003B3FBA" w:rsidRPr="003B3FBA" w:rsidRDefault="003B3FBA" w:rsidP="003B3FBA">
      <w:pPr>
        <w:rPr>
          <w:rFonts w:ascii="Calibri" w:hAnsi="Calibri"/>
          <w:b/>
        </w:rPr>
      </w:pPr>
    </w:p>
    <w:p w14:paraId="64FA5D99" w14:textId="77777777" w:rsidR="003B3FBA" w:rsidRPr="003B3FBA" w:rsidRDefault="003B3FBA" w:rsidP="003B3FBA">
      <w:pPr>
        <w:numPr>
          <w:ilvl w:val="1"/>
          <w:numId w:val="1"/>
        </w:numPr>
        <w:rPr>
          <w:rFonts w:ascii="Calibri" w:hAnsi="Calibri"/>
        </w:rPr>
      </w:pPr>
      <w:r w:rsidRPr="003B3FBA">
        <w:rPr>
          <w:rFonts w:ascii="Calibri" w:hAnsi="Calibri"/>
        </w:rPr>
        <w:t>What is the group number? _________________</w:t>
      </w:r>
    </w:p>
    <w:p w14:paraId="73E5B4AF" w14:textId="77777777" w:rsidR="003B3FBA" w:rsidRPr="003B3FBA" w:rsidRDefault="003B3FBA" w:rsidP="003B3FBA">
      <w:pPr>
        <w:rPr>
          <w:rFonts w:ascii="Calibri" w:hAnsi="Calibri"/>
        </w:rPr>
      </w:pPr>
    </w:p>
    <w:p w14:paraId="4E519250" w14:textId="77777777" w:rsidR="003B3FBA" w:rsidRPr="003B3FBA" w:rsidRDefault="003B3FBA" w:rsidP="003B3FBA">
      <w:pPr>
        <w:numPr>
          <w:ilvl w:val="1"/>
          <w:numId w:val="1"/>
        </w:numPr>
        <w:rPr>
          <w:rFonts w:ascii="Calibri" w:hAnsi="Calibri"/>
        </w:rPr>
      </w:pPr>
      <w:r w:rsidRPr="003B3FBA">
        <w:rPr>
          <w:rFonts w:ascii="Calibri" w:hAnsi="Calibri"/>
        </w:rPr>
        <w:t>Why were these gases considered to be inert or stable? ________________________</w:t>
      </w:r>
    </w:p>
    <w:p w14:paraId="2A66E0E7" w14:textId="77777777" w:rsidR="003B3FBA" w:rsidRPr="003B3FBA" w:rsidRDefault="003B3FBA" w:rsidP="003B3FBA">
      <w:pPr>
        <w:rPr>
          <w:rFonts w:ascii="Calibri" w:hAnsi="Calibri"/>
        </w:rPr>
      </w:pPr>
    </w:p>
    <w:p w14:paraId="63FEAD3E" w14:textId="77777777" w:rsidR="003B3FBA" w:rsidRPr="003B3FBA" w:rsidRDefault="003B3FBA" w:rsidP="003B3FBA">
      <w:pPr>
        <w:pStyle w:val="ListParagraph"/>
        <w:rPr>
          <w:rFonts w:ascii="Calibri" w:hAnsi="Calibri"/>
        </w:rPr>
      </w:pPr>
    </w:p>
    <w:p w14:paraId="3C49181D" w14:textId="77777777" w:rsidR="003B3FBA" w:rsidRPr="003B3FBA" w:rsidRDefault="003B3FBA" w:rsidP="003B3FBA">
      <w:pPr>
        <w:rPr>
          <w:rFonts w:ascii="Calibri" w:hAnsi="Calibri"/>
        </w:rPr>
      </w:pPr>
      <w:r w:rsidRPr="003B3FBA">
        <w:rPr>
          <w:rFonts w:ascii="Calibri" w:hAnsi="Calibri"/>
        </w:rPr>
        <w:t xml:space="preserve">Watch the video </w:t>
      </w:r>
      <w:hyperlink r:id="rId9" w:history="1">
        <w:r w:rsidRPr="003B3FBA">
          <w:rPr>
            <w:rStyle w:val="Hyperlink"/>
            <w:rFonts w:ascii="Calibri" w:hAnsi="Calibri"/>
          </w:rPr>
          <w:t>http://www.youtube.com/watch?v=nrHVOFG2V-c</w:t>
        </w:r>
      </w:hyperlink>
    </w:p>
    <w:p w14:paraId="5B2EDC49" w14:textId="77777777" w:rsidR="003B3FBA" w:rsidRPr="003B3FBA" w:rsidRDefault="003B3FBA" w:rsidP="003B3FBA">
      <w:pPr>
        <w:rPr>
          <w:rFonts w:ascii="Calibri" w:hAnsi="Calibri"/>
        </w:rPr>
      </w:pPr>
    </w:p>
    <w:p w14:paraId="2FC5CEDD" w14:textId="77777777" w:rsidR="003B3FBA" w:rsidRPr="003B3FBA" w:rsidRDefault="003B3FBA" w:rsidP="003B3FBA">
      <w:pPr>
        <w:rPr>
          <w:rFonts w:ascii="Calibri" w:hAnsi="Calibri"/>
        </w:rPr>
      </w:pPr>
      <w:r w:rsidRPr="003B3FBA">
        <w:rPr>
          <w:rFonts w:ascii="Calibri" w:hAnsi="Calibri"/>
        </w:rPr>
        <w:t>How much argon do you breath</w:t>
      </w:r>
      <w:r w:rsidR="00AC077B">
        <w:rPr>
          <w:rFonts w:ascii="Calibri" w:hAnsi="Calibri"/>
        </w:rPr>
        <w:t>e</w:t>
      </w:r>
      <w:r w:rsidRPr="003B3FBA">
        <w:rPr>
          <w:rFonts w:ascii="Calibri" w:hAnsi="Calibri"/>
        </w:rPr>
        <w:t xml:space="preserve"> in each breath?</w:t>
      </w:r>
    </w:p>
    <w:p w14:paraId="529DAECE" w14:textId="77777777" w:rsidR="003B3FBA" w:rsidRPr="003B3FBA" w:rsidRDefault="003B3FBA" w:rsidP="003B3FBA">
      <w:pPr>
        <w:rPr>
          <w:rFonts w:ascii="Calibri" w:hAnsi="Calibri"/>
        </w:rPr>
      </w:pPr>
    </w:p>
    <w:p w14:paraId="0647E95C" w14:textId="77777777" w:rsidR="003B3FBA" w:rsidRPr="003B3FBA" w:rsidRDefault="003B3FBA" w:rsidP="003B3FBA">
      <w:pPr>
        <w:rPr>
          <w:rFonts w:ascii="Calibri" w:hAnsi="Calibri"/>
        </w:rPr>
      </w:pPr>
      <w:r w:rsidRPr="003B3FBA">
        <w:rPr>
          <w:rFonts w:ascii="Calibri" w:hAnsi="Calibri"/>
        </w:rPr>
        <w:t>How reactive is argon?</w:t>
      </w:r>
    </w:p>
    <w:p w14:paraId="0FD01DB4" w14:textId="77777777" w:rsidR="003B3FBA" w:rsidRPr="003B3FBA" w:rsidRDefault="003B3FBA" w:rsidP="003B3FBA">
      <w:pPr>
        <w:rPr>
          <w:rFonts w:ascii="Calibri" w:hAnsi="Calibri"/>
        </w:rPr>
      </w:pPr>
    </w:p>
    <w:p w14:paraId="1278CE96" w14:textId="77777777" w:rsidR="003B3FBA" w:rsidRPr="003B3FBA" w:rsidRDefault="003B3FBA" w:rsidP="003B3FBA">
      <w:pPr>
        <w:rPr>
          <w:rFonts w:ascii="Calibri" w:hAnsi="Calibri"/>
        </w:rPr>
      </w:pPr>
    </w:p>
    <w:p w14:paraId="3F9A09BD" w14:textId="77777777" w:rsidR="003B3FBA" w:rsidRPr="003B3FBA" w:rsidRDefault="003B3FBA" w:rsidP="003B3FBA">
      <w:pPr>
        <w:rPr>
          <w:rFonts w:ascii="Calibri" w:hAnsi="Calibri"/>
        </w:rPr>
      </w:pPr>
    </w:p>
    <w:p w14:paraId="137468CF" w14:textId="77777777" w:rsidR="003B3FBA" w:rsidRPr="003B3FBA" w:rsidRDefault="003B3FBA" w:rsidP="003B3FBA">
      <w:pPr>
        <w:numPr>
          <w:ilvl w:val="0"/>
          <w:numId w:val="1"/>
        </w:numPr>
        <w:tabs>
          <w:tab w:val="clear" w:pos="720"/>
          <w:tab w:val="num" w:pos="360"/>
        </w:tabs>
        <w:ind w:hanging="720"/>
        <w:rPr>
          <w:rFonts w:ascii="Calibri" w:hAnsi="Calibri"/>
          <w:b/>
        </w:rPr>
      </w:pPr>
      <w:r w:rsidRPr="003B3FBA">
        <w:rPr>
          <w:rFonts w:ascii="Calibri" w:hAnsi="Calibri"/>
          <w:b/>
        </w:rPr>
        <w:t xml:space="preserve">Click on Rare Earth Elements (Inner Transition) </w:t>
      </w:r>
      <w:r w:rsidRPr="003B3FBA">
        <w:rPr>
          <w:rFonts w:ascii="Calibri" w:hAnsi="Calibri"/>
        </w:rPr>
        <w:t>(left bar) and answer these</w:t>
      </w:r>
      <w:r w:rsidRPr="003B3FBA">
        <w:rPr>
          <w:rFonts w:ascii="Calibri" w:hAnsi="Calibri"/>
          <w:b/>
        </w:rPr>
        <w:t xml:space="preserve"> </w:t>
      </w:r>
      <w:r w:rsidRPr="003B3FBA">
        <w:rPr>
          <w:rFonts w:ascii="Calibri" w:hAnsi="Calibri"/>
        </w:rPr>
        <w:t>questions.</w:t>
      </w:r>
    </w:p>
    <w:p w14:paraId="73E59C2C" w14:textId="77777777" w:rsidR="003B3FBA" w:rsidRPr="003B3FBA" w:rsidRDefault="003B3FBA" w:rsidP="003B3FBA">
      <w:pPr>
        <w:rPr>
          <w:rFonts w:ascii="Calibri" w:hAnsi="Calibri"/>
        </w:rPr>
      </w:pPr>
    </w:p>
    <w:p w14:paraId="4AA52F0E" w14:textId="77777777" w:rsidR="003B3FBA" w:rsidRPr="003B3FBA" w:rsidRDefault="003B3FBA" w:rsidP="003B3FBA">
      <w:pPr>
        <w:numPr>
          <w:ilvl w:val="1"/>
          <w:numId w:val="1"/>
        </w:numPr>
        <w:rPr>
          <w:rFonts w:ascii="Calibri" w:hAnsi="Calibri"/>
        </w:rPr>
      </w:pPr>
      <w:r w:rsidRPr="003B3FBA">
        <w:rPr>
          <w:rFonts w:ascii="Calibri" w:hAnsi="Calibri"/>
        </w:rPr>
        <w:t>How many Rare Earth elements are there? ___________________________</w:t>
      </w:r>
    </w:p>
    <w:p w14:paraId="3E0B1BA8" w14:textId="77777777" w:rsidR="003B3FBA" w:rsidRPr="003B3FBA" w:rsidRDefault="003B3FBA" w:rsidP="003B3FBA">
      <w:pPr>
        <w:rPr>
          <w:rFonts w:ascii="Calibri" w:hAnsi="Calibri"/>
        </w:rPr>
      </w:pPr>
    </w:p>
    <w:p w14:paraId="4B30C144" w14:textId="77777777" w:rsidR="003B3FBA" w:rsidRPr="003B3FBA" w:rsidRDefault="003B3FBA" w:rsidP="003B3FBA">
      <w:pPr>
        <w:numPr>
          <w:ilvl w:val="1"/>
          <w:numId w:val="1"/>
        </w:numPr>
        <w:rPr>
          <w:rFonts w:ascii="Calibri" w:hAnsi="Calibri"/>
        </w:rPr>
      </w:pPr>
      <w:r w:rsidRPr="003B3FBA">
        <w:rPr>
          <w:rFonts w:ascii="Calibri" w:hAnsi="Calibri"/>
        </w:rPr>
        <w:t>Define trans-uranium. ___________________________________</w:t>
      </w:r>
    </w:p>
    <w:p w14:paraId="28732140" w14:textId="77777777" w:rsidR="003B3FBA" w:rsidRPr="003B3FBA" w:rsidRDefault="003B3FBA" w:rsidP="009D104C">
      <w:pPr>
        <w:spacing w:line="360" w:lineRule="auto"/>
        <w:rPr>
          <w:rFonts w:ascii="Calibri" w:hAnsi="Calibri"/>
        </w:rPr>
      </w:pPr>
    </w:p>
    <w:p w14:paraId="63CF5C08" w14:textId="77777777" w:rsidR="003B3FBA" w:rsidRPr="003B3FBA" w:rsidRDefault="003B3FBA" w:rsidP="009D104C">
      <w:pPr>
        <w:numPr>
          <w:ilvl w:val="1"/>
          <w:numId w:val="1"/>
        </w:numPr>
        <w:spacing w:line="360" w:lineRule="auto"/>
        <w:rPr>
          <w:rFonts w:ascii="Calibri" w:hAnsi="Calibri"/>
        </w:rPr>
      </w:pPr>
      <w:r w:rsidRPr="003B3FBA">
        <w:rPr>
          <w:rFonts w:ascii="Calibri" w:hAnsi="Calibri"/>
        </w:rPr>
        <w:t>The Rare Earth metals are found in group _______________and periods ______________and _______________.</w:t>
      </w:r>
    </w:p>
    <w:p w14:paraId="250A7932" w14:textId="77777777" w:rsidR="00411592" w:rsidRDefault="00411592" w:rsidP="00411592">
      <w:pPr>
        <w:spacing w:line="276" w:lineRule="auto"/>
      </w:pPr>
      <w:bookmarkStart w:id="0" w:name="_GoBack"/>
      <w:bookmarkEnd w:id="0"/>
    </w:p>
    <w:sectPr w:rsidR="00411592" w:rsidSect="00411592">
      <w:pgSz w:w="12240" w:h="15840"/>
      <w:pgMar w:top="72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2C50A4"/>
    <w:multiLevelType w:val="hybridMultilevel"/>
    <w:tmpl w:val="805A8664"/>
    <w:lvl w:ilvl="0" w:tplc="A0126B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EFA0C51"/>
    <w:multiLevelType w:val="hybridMultilevel"/>
    <w:tmpl w:val="ECECC888"/>
    <w:lvl w:ilvl="0" w:tplc="94CA8F8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65176FE0"/>
    <w:multiLevelType w:val="hybridMultilevel"/>
    <w:tmpl w:val="60B211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8C2C7E4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2578F9"/>
    <w:multiLevelType w:val="hybridMultilevel"/>
    <w:tmpl w:val="64E06970"/>
    <w:lvl w:ilvl="0" w:tplc="3B08176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604EB4"/>
    <w:multiLevelType w:val="hybridMultilevel"/>
    <w:tmpl w:val="E02CA608"/>
    <w:lvl w:ilvl="0" w:tplc="F85A2CE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EC3515B"/>
    <w:multiLevelType w:val="hybridMultilevel"/>
    <w:tmpl w:val="506E1A64"/>
    <w:lvl w:ilvl="0" w:tplc="2C8A04B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1C"/>
    <w:rsid w:val="000E7201"/>
    <w:rsid w:val="000F12BF"/>
    <w:rsid w:val="003B3FBA"/>
    <w:rsid w:val="00411592"/>
    <w:rsid w:val="00411B2E"/>
    <w:rsid w:val="009D104C"/>
    <w:rsid w:val="00AB161C"/>
    <w:rsid w:val="00AC077B"/>
    <w:rsid w:val="00CC2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AAB25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B3FB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B3FBA"/>
    <w:pPr>
      <w:ind w:left="720"/>
    </w:pPr>
    <w:rPr>
      <w:rFonts w:ascii="Times New Roman" w:eastAsia="Times New Roman" w:hAnsi="Times New Roman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AC077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chemicalelements.com" TargetMode="External"/><Relationship Id="rId6" Type="http://schemas.openxmlformats.org/officeDocument/2006/relationships/hyperlink" Target="http://www.youtube.com/watch?v=DFQPnHkQlZM" TargetMode="External"/><Relationship Id="rId7" Type="http://schemas.openxmlformats.org/officeDocument/2006/relationships/hyperlink" Target="http://www.youtube.com/watch?v=c6erqTanHN4" TargetMode="External"/><Relationship Id="rId8" Type="http://schemas.openxmlformats.org/officeDocument/2006/relationships/hyperlink" Target="http://www.youtube.com/watch?v=AOpGhAdQFEY" TargetMode="External"/><Relationship Id="rId9" Type="http://schemas.openxmlformats.org/officeDocument/2006/relationships/hyperlink" Target="http://www.youtube.com/watch?v=nrHVOFG2V-c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chel/Library/Group%20Containers/UBF8T346G9.Office/User%20Content.localized/Templates.localized/Teach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Teacher.dotx</Template>
  <TotalTime>2</TotalTime>
  <Pages>4</Pages>
  <Words>749</Words>
  <Characters>4270</Characters>
  <Application>Microsoft Macintosh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3</cp:revision>
  <cp:lastPrinted>2017-11-12T21:44:00Z</cp:lastPrinted>
  <dcterms:created xsi:type="dcterms:W3CDTF">2017-11-12T21:44:00Z</dcterms:created>
  <dcterms:modified xsi:type="dcterms:W3CDTF">2017-11-12T21:46:00Z</dcterms:modified>
</cp:coreProperties>
</file>